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87CEF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8F10F-6ABA-4C36-B7ED-293CCA2852F5}">
  <ds:schemaRefs>
    <ds:schemaRef ds:uri="cde0fe0b-8ef0-461f-9697-f11d313bbf2b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cf9652e0-ced8-490c-beea-ca160167961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2C9BDB-2304-447B-8BD6-02D43009E51F}"/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0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Jone Engelsvold</cp:lastModifiedBy>
  <cp:revision>2</cp:revision>
  <cp:lastPrinted>2019-06-12T12:57:00Z</cp:lastPrinted>
  <dcterms:created xsi:type="dcterms:W3CDTF">2022-02-25T10:27:00Z</dcterms:created>
  <dcterms:modified xsi:type="dcterms:W3CDTF">2022-02-25T10:27:00Z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