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proofErr w:type="spellStart"/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proofErr w:type="spellEnd"/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 xml:space="preserve">ype F&amp;I-aktivitet and </w:t>
            </w:r>
            <w:proofErr w:type="spellStart"/>
            <w:r w:rsidR="00C408EC" w:rsidRPr="00733AB8">
              <w:rPr>
                <w:rFonts w:ascii="Arial" w:hAnsi="Arial" w:cs="Arial"/>
              </w:rPr>
              <w:t>F&amp;I-innhold</w:t>
            </w:r>
            <w:proofErr w:type="spellEnd"/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72994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2D0FF0-A51E-4126-8A3A-08D6091E8F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1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2</cp:revision>
  <cp:lastPrinted>2019-06-12T12:57:00Z</cp:lastPrinted>
  <dcterms:created xsi:type="dcterms:W3CDTF">2021-06-25T08:12:00Z</dcterms:created>
  <dcterms:modified xsi:type="dcterms:W3CDTF">2021-06-25T08:12:00Z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