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proofErr w:type="spellStart"/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proofErr w:type="spellEnd"/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 xml:space="preserve">ype F&amp;I-aktivitet and </w:t>
            </w:r>
            <w:proofErr w:type="spellStart"/>
            <w:r w:rsidR="00C408EC" w:rsidRPr="00733AB8">
              <w:rPr>
                <w:rFonts w:ascii="Arial" w:hAnsi="Arial" w:cs="Arial"/>
              </w:rPr>
              <w:t>F&amp;I-innhold</w:t>
            </w:r>
            <w:proofErr w:type="spellEnd"/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9CE1D" w14:textId="77777777" w:rsidR="006336A5" w:rsidRDefault="006336A5" w:rsidP="000D14F6">
      <w:pPr>
        <w:spacing w:after="0" w:line="240" w:lineRule="auto"/>
      </w:pPr>
      <w:r>
        <w:separator/>
      </w:r>
    </w:p>
  </w:endnote>
  <w:endnote w:type="continuationSeparator" w:id="0">
    <w:p w14:paraId="2CA9867E" w14:textId="77777777" w:rsidR="006336A5" w:rsidRDefault="006336A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AF0BD" w14:textId="77777777" w:rsidR="006336A5" w:rsidRDefault="006336A5" w:rsidP="000D14F6">
      <w:pPr>
        <w:spacing w:after="0" w:line="240" w:lineRule="auto"/>
      </w:pPr>
      <w:r>
        <w:separator/>
      </w:r>
    </w:p>
  </w:footnote>
  <w:footnote w:type="continuationSeparator" w:id="0">
    <w:p w14:paraId="3C66BE05" w14:textId="77777777" w:rsidR="006336A5" w:rsidRDefault="006336A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36A5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40E13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76735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F604B-0B9B-4EA9-8522-C4BC79CDC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38D47-728E-431B-91D4-18F90CE6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2020-10-08T08:22:00Z</dcterms:created>
  <dcterms:modified xsi:type="dcterms:W3CDTF">2020-10-08T08:22:00Z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