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F72A9" w:rsidR="00466DF9" w:rsidP="00466DF9" w:rsidRDefault="00466DF9" w14:paraId="50BE14FF" w14:textId="77777777">
      <w:pPr>
        <w:pStyle w:val="Topptekst"/>
        <w:rPr>
          <w:sz w:val="20"/>
          <w:u w:val="single"/>
        </w:rPr>
      </w:pPr>
    </w:p>
    <w:p w:rsidRPr="00313882" w:rsidR="00466DF9" w:rsidP="00466DF9" w:rsidRDefault="00466DF9" w14:paraId="27384F62" w14:textId="77777777">
      <w:pPr>
        <w:pStyle w:val="Alt0"/>
      </w:pPr>
      <w:r>
        <w:t>E</w:t>
      </w:r>
      <w:r w:rsidRPr="00313882">
        <w:t xml:space="preserve">generklæring </w:t>
      </w:r>
      <w:r>
        <w:t>om foretak</w:t>
      </w:r>
    </w:p>
    <w:p w:rsidR="00466DF9" w:rsidP="00466DF9" w:rsidRDefault="00466DF9" w14:paraId="364A26CA" w14:textId="2E220FD6">
      <w:pPr>
        <w:jc w:val="both"/>
      </w:pPr>
      <w:r>
        <w:t xml:space="preserve">For å kunne vurdere om et foretak kan motta støtte under det alminnelige gruppeunntaket for statsstøtte, er </w:t>
      </w:r>
      <w:r w:rsidR="001A6E43">
        <w:t>Regionalt forskningsfond Nordland</w:t>
      </w:r>
      <w:r>
        <w:t xml:space="preserve"> avhengig av at foretaket gir relevant informasjon bl.a. om sin størrelse og økonomi. Da det i mange tilfeller bare er foretaket selv som sitter med oppdatert informasjon om dette, ber vi om at nedenstående erklæring fylles ut og returneres sammen med revidert søknad.</w:t>
      </w:r>
    </w:p>
    <w:p w:rsidR="00466DF9" w:rsidP="00466DF9" w:rsidRDefault="00466DF9" w14:paraId="55BED219" w14:textId="77777777">
      <w:pPr>
        <w:jc w:val="both"/>
      </w:pPr>
      <w:r>
        <w:t>Det relevante regelverket i denne sammenheng er EUs gruppeunntaksforordning. Dette regelverket foreligger per i dag ikke i noen offisiell norsk oversettelse. Henvisninger og utdrag fra regelverket gjengis derfor på engelsk. Offisielle versjoner av gruppeunntakene på engelsk, dansk og svensk, finnes her:</w:t>
      </w:r>
    </w:p>
    <w:p w:rsidRPr="00313882" w:rsidR="00466DF9" w:rsidP="00466DF9" w:rsidRDefault="00196B5C" w14:paraId="148EE433" w14:textId="77777777">
      <w:pPr>
        <w:jc w:val="both"/>
        <w:rPr>
          <w:rStyle w:val="Hyperkobling"/>
        </w:rPr>
      </w:pPr>
      <w:hyperlink w:history="1" r:id="rId10">
        <w:r w:rsidRPr="00C83952" w:rsidR="00466DF9">
          <w:rPr>
            <w:rStyle w:val="Hyperkobling"/>
          </w:rPr>
          <w:t>http://eur-lex.europa.eu/legal-content/EN/TXT/?qid=1404295693570&amp;uri=CELEX:32014R0651</w:t>
        </w:r>
      </w:hyperlink>
      <w:r w:rsidR="00466DF9">
        <w:rPr>
          <w:rStyle w:val="Hyperkobling"/>
        </w:rPr>
        <w:br/>
      </w:r>
    </w:p>
    <w:p w:rsidRPr="004E4FE3" w:rsidR="00466DF9" w:rsidP="00466DF9" w:rsidRDefault="00466DF9" w14:paraId="48D52735" w14:textId="77777777">
      <w:pPr>
        <w:jc w:val="both"/>
        <w:rPr>
          <w:rStyle w:val="Hyperkobling"/>
          <w:color w:val="auto"/>
          <w:u w:val="none"/>
        </w:rPr>
      </w:pPr>
      <w:r w:rsidRPr="004E4FE3">
        <w:rPr>
          <w:rStyle w:val="Hyperkobling"/>
          <w:b/>
          <w:color w:val="auto"/>
          <w:u w:val="none"/>
        </w:rPr>
        <w:t>Det skal leveres erklæring vedrørende tre forhold, samlet i én egenerklæring på s. 5 i dette dokumentet.</w:t>
      </w:r>
      <w:r w:rsidRPr="004E4FE3">
        <w:rPr>
          <w:rStyle w:val="Hyperkobling"/>
          <w:color w:val="auto"/>
          <w:u w:val="none"/>
        </w:rPr>
        <w:t xml:space="preserve"> Det er kun selve erklæringen som skal fylles ut, signeres og lastes opp som vedlegg til revidert søknad. Kun filer i pdf kan lastes opp. Prosjektansvarlig er ansvarlig for å hente inn skjema for alle foretak som skal levere skjema. </w:t>
      </w:r>
    </w:p>
    <w:p w:rsidRPr="004E4FE3" w:rsidR="00466DF9" w:rsidP="00466DF9" w:rsidRDefault="00466DF9" w14:paraId="344DFC50" w14:textId="77777777">
      <w:pPr>
        <w:jc w:val="both"/>
        <w:rPr>
          <w:b/>
        </w:rPr>
      </w:pPr>
      <w:r w:rsidRPr="004E4FE3">
        <w:rPr>
          <w:rStyle w:val="Hyperkobling"/>
          <w:b/>
          <w:color w:val="auto"/>
          <w:u w:val="none"/>
        </w:rPr>
        <w:t>Under følger informasjon om de tre forholdene erklæringen omfatter. Vi ber om at denne blir lest nøye før utfylling av erklæringen.</w:t>
      </w:r>
    </w:p>
    <w:p w:rsidR="00466DF9" w:rsidP="00466DF9" w:rsidRDefault="00466DF9" w14:paraId="2ED55DA8" w14:textId="77777777">
      <w:pPr>
        <w:pStyle w:val="Alt0"/>
      </w:pPr>
      <w:r>
        <w:t>1</w:t>
      </w:r>
      <w:r>
        <w:tab/>
      </w:r>
      <w:r>
        <w:t>Erklæring om foretakets størrelse</w:t>
      </w:r>
    </w:p>
    <w:p w:rsidR="00466DF9" w:rsidP="00466DF9" w:rsidRDefault="00466DF9" w14:paraId="4A76D2A4" w14:textId="77777777">
      <w:pPr>
        <w:pStyle w:val="Alt1"/>
      </w:pPr>
      <w:r>
        <w:t>Begrunnelse for kravet om egenerklæring</w:t>
      </w:r>
    </w:p>
    <w:p w:rsidRPr="001660A5" w:rsidR="00466DF9" w:rsidP="00466DF9" w:rsidRDefault="00466DF9" w14:paraId="4B7BCAE6" w14:textId="77777777">
      <w:pPr>
        <w:pStyle w:val="Alt2"/>
      </w:pPr>
      <w:r>
        <w:t>Støtte forbeholdt små og mellomstore bedrifter (SMBer)</w:t>
      </w:r>
    </w:p>
    <w:p w:rsidR="00466DF9" w:rsidP="00466DF9" w:rsidRDefault="00466DF9" w14:paraId="6723B3EB" w14:textId="77777777">
      <w:pPr>
        <w:jc w:val="both"/>
      </w:pPr>
      <w:r>
        <w:t xml:space="preserve">Forskningsrådet yter i noen sammenhenger statsstøtte som er forbeholdt små- og mellomstore bedrifter. Hvis mottakeren ikke utgjør en liten eller mellomstor bedrift i juridisk forstand, vil en slik støtte forbeholdt SMBer være ulovlig å yte og å motta. </w:t>
      </w:r>
    </w:p>
    <w:p w:rsidR="00466DF9" w:rsidP="00466DF9" w:rsidRDefault="00466DF9" w14:paraId="5FBA1A75" w14:textId="77777777">
      <w:pPr>
        <w:jc w:val="both"/>
      </w:pPr>
      <w:r>
        <w:t xml:space="preserve">Informasjonen som er nødvendig for å avgjøre om en bedrift er å betrakte som en liten eller mellomstor bedrift, er ikke tilgjengelig for Forskningsrådet. Forskningsrådet ber derfor om at søker, på bakgrunn av reglene som gjengis nedenfor, vurderer om vilkårene for å anses som en liten eller mellomstor bedrift, er oppfylt. Videre ber vi om at søker angir om bedriften er å anse som en mikrobedrift, en liten bedrift, en mellomstor bedrift, eller en stor bedrift. </w:t>
      </w:r>
    </w:p>
    <w:p w:rsidR="00466DF9" w:rsidP="00466DF9" w:rsidRDefault="00466DF9" w14:paraId="0195DD6A" w14:textId="77777777">
      <w:pPr>
        <w:pStyle w:val="Alt2"/>
      </w:pPr>
      <w:r>
        <w:t>Regelverkets definisjon av mikro-, små- og mellomstore bedrifter</w:t>
      </w:r>
    </w:p>
    <w:p w:rsidRPr="004F41A2" w:rsidR="00466DF9" w:rsidP="00466DF9" w:rsidRDefault="00466DF9" w14:paraId="6D5BD5FD" w14:textId="77777777">
      <w:pPr>
        <w:jc w:val="both"/>
        <w:rPr>
          <w:lang w:val="en-US"/>
        </w:rPr>
      </w:pPr>
      <w:r>
        <w:t xml:space="preserve">Artikkel 2 i bilag 1 til gruppeunntaket definerer hva som menes med mellomstore bedrifter, små bedrifter og mikrobedrifter. </w:t>
      </w:r>
      <w:r w:rsidRPr="0094554A">
        <w:t xml:space="preserve">Bedrifter som ikke faller inn under disse definisjonene, er </w:t>
      </w:r>
      <w:r>
        <w:t xml:space="preserve">i regelverkets forstand </w:t>
      </w:r>
      <w:r w:rsidRPr="0094554A">
        <w:t>å regne som store bedrifter.</w:t>
      </w:r>
      <w:r>
        <w:t xml:space="preserve"> </w:t>
      </w:r>
      <w:r w:rsidRPr="004F41A2">
        <w:rPr>
          <w:lang w:val="en-US"/>
        </w:rPr>
        <w:t>Definisjonen lyder:</w:t>
      </w:r>
    </w:p>
    <w:p w:rsidRPr="00E20A5A" w:rsidR="00466DF9" w:rsidP="00466DF9" w:rsidRDefault="00466DF9" w14:paraId="772D4ABC" w14:textId="77777777">
      <w:pPr>
        <w:ind w:left="708"/>
        <w:jc w:val="both"/>
        <w:rPr>
          <w:i/>
          <w:lang w:val="en-US"/>
        </w:rPr>
      </w:pPr>
      <w:r w:rsidRPr="00E20A5A">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Pr="00E20A5A" w:rsidR="00466DF9" w:rsidP="00466DF9" w:rsidRDefault="00466DF9" w14:paraId="1F991565" w14:textId="77777777">
      <w:pPr>
        <w:ind w:left="708"/>
        <w:jc w:val="both"/>
        <w:rPr>
          <w:i/>
          <w:lang w:val="en-US"/>
        </w:rPr>
      </w:pPr>
      <w:r w:rsidRPr="00E20A5A">
        <w:rPr>
          <w:i/>
          <w:lang w:val="en-US"/>
        </w:rPr>
        <w:lastRenderedPageBreak/>
        <w:t xml:space="preserve">2. Within the SME category, a small enterprise is defined as an enterprise which employs fewer than 50 persons and whose annual turnover and/or annual balance sheet total does not exceed EUR 10 million. </w:t>
      </w:r>
    </w:p>
    <w:p w:rsidRPr="00E20A5A" w:rsidR="00466DF9" w:rsidP="00466DF9" w:rsidRDefault="00466DF9" w14:paraId="4ED68A59" w14:textId="77777777">
      <w:pPr>
        <w:ind w:left="708"/>
        <w:jc w:val="both"/>
        <w:rPr>
          <w:i/>
          <w:lang w:val="en-US"/>
        </w:rPr>
      </w:pPr>
      <w:r w:rsidRPr="00E20A5A">
        <w:rPr>
          <w:i/>
          <w:lang w:val="en-US"/>
        </w:rPr>
        <w:t>3. Within the SME category, a micro-enterprise is defined as an enterprise which employs fewer than 10 persons and whose annual turnover and/or annual balance sheet total does not exceed EUR 2 million.</w:t>
      </w:r>
    </w:p>
    <w:p w:rsidR="00466DF9" w:rsidP="00466DF9" w:rsidRDefault="00466DF9" w14:paraId="17865D30" w14:textId="77777777">
      <w:r w:rsidRPr="002508D2">
        <w:t xml:space="preserve">Beløpsgrensene er angitt i euro. Forskningsrådet ber om at søkere </w:t>
      </w:r>
      <w:r>
        <w:t xml:space="preserve">ved beregningen av om man er innenfor beløpsgrensene, benytter </w:t>
      </w:r>
      <w:r w:rsidRPr="002508D2">
        <w:t>Norges Banks midtkurs.</w:t>
      </w:r>
    </w:p>
    <w:p w:rsidR="00466DF9" w:rsidP="00466DF9" w:rsidRDefault="00466DF9" w14:paraId="18B1C0A6" w14:textId="77777777">
      <w:r>
        <w:t xml:space="preserve">Hvilke data som skal brukes ved beregningen av antall ansatte og bedriftens omsetning, følger av artikkel 4 og artikkel 5 i bilag 1 til gruppeunntaket. </w:t>
      </w:r>
    </w:p>
    <w:p w:rsidR="00466DF9" w:rsidP="00466DF9" w:rsidRDefault="00466DF9" w14:paraId="76385B58" w14:textId="77777777">
      <w:pPr>
        <w:pStyle w:val="Alt2"/>
      </w:pPr>
      <w:r>
        <w:t>Særlige regler for foretak med tilknytningsforhold til andre foretak eller til det offentlige</w:t>
      </w:r>
    </w:p>
    <w:p w:rsidR="00466DF9" w:rsidP="00466DF9" w:rsidRDefault="00466DF9" w14:paraId="6B154444" w14:textId="77777777">
      <w:pPr>
        <w:jc w:val="both"/>
      </w:pPr>
      <w: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466DF9" w:rsidP="00466DF9" w:rsidRDefault="00466DF9" w14:paraId="29E8C3F0" w14:textId="77777777">
      <w:pPr>
        <w:jc w:val="both"/>
      </w:pPr>
      <w:r>
        <w:t>Slike særlige utfordringer vil ikke gjøre seg gjeldende i samme grad når den aktuelle bedriften står i et tilstrekkelig nært forhold til andre bedrifter, som for eksempel i konsernforhold, ved krysseierskap, eller ved kontroll av stemmeretter.</w:t>
      </w:r>
    </w:p>
    <w:p w:rsidR="00466DF9" w:rsidP="00466DF9" w:rsidRDefault="00466DF9" w14:paraId="61B1A2EE" w14:textId="77777777">
      <w:pPr>
        <w:jc w:val="both"/>
      </w:pPr>
      <w:r>
        <w:t xml:space="preserve">Det gjelder derfor egne regler for </w:t>
      </w:r>
      <w:r w:rsidRPr="00336A87">
        <w:rPr>
          <w:i/>
        </w:rPr>
        <w:t>tilknyttede foretak</w:t>
      </w:r>
      <w:r>
        <w:t xml:space="preserve"> og </w:t>
      </w:r>
      <w:r>
        <w:rPr>
          <w:i/>
        </w:rPr>
        <w:t>partnerforetak</w:t>
      </w:r>
      <w:r>
        <w:t xml:space="preserve">. Søker må i slike tilfeller ta hensyn til </w:t>
      </w:r>
      <w:r w:rsidRPr="00A501FD">
        <w:rPr>
          <w:i/>
        </w:rPr>
        <w:t xml:space="preserve">tilknyttede </w:t>
      </w:r>
      <w:r>
        <w:rPr>
          <w:i/>
        </w:rPr>
        <w:t>foretak</w:t>
      </w:r>
      <w:r>
        <w:t xml:space="preserve"> eller </w:t>
      </w:r>
      <w:r>
        <w:rPr>
          <w:i/>
        </w:rPr>
        <w:t>partnerforetak</w:t>
      </w:r>
      <w:r>
        <w:t xml:space="preserve"> ved beregningen av om SMB-definisjonens grenser for årlig omsetning og antall ansatte er overskredet.</w:t>
      </w:r>
    </w:p>
    <w:p w:rsidR="00466DF9" w:rsidP="00466DF9" w:rsidRDefault="00466DF9" w14:paraId="76C46F02" w14:textId="77777777">
      <w:pPr>
        <w:jc w:val="both"/>
      </w:pPr>
      <w:r>
        <w:t>Det gjelder også egne regler for bedrifter hvor ett eller flere offentlige organer indirekte eller direkte kontroller minst 25 % av virksomhetens kapital. Slike bedrifter vil ofte ikke utgjøre SMB-bedrifter.</w:t>
      </w:r>
    </w:p>
    <w:p w:rsidR="00466DF9" w:rsidP="00466DF9" w:rsidRDefault="00466DF9" w14:paraId="68E384CD" w14:textId="77777777">
      <w:pPr>
        <w:jc w:val="both"/>
      </w:pPr>
      <w: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466DF9" w:rsidP="00466DF9" w:rsidRDefault="00466DF9" w14:paraId="7B6AAE05" w14:textId="77777777">
      <w:pPr>
        <w:jc w:val="both"/>
      </w:pPr>
      <w:r>
        <w:t>Søkere som står i et slikt tilknytningsforhold til det offentlige at det kan tenkes at dette vil utelukke SMB-status, bes også om å vurdere dette nærmere.</w:t>
      </w:r>
    </w:p>
    <w:p w:rsidR="00466DF9" w:rsidP="00466DF9" w:rsidRDefault="00196B5C" w14:paraId="46A2F831" w14:textId="77777777">
      <w:pPr>
        <w:jc w:val="both"/>
      </w:pPr>
      <w:hyperlink w:tgtFrame="_blank" w:history="1" r:id="rId11">
        <w:r w:rsidRPr="00BB596B" w:rsidR="00466DF9">
          <w:rPr>
            <w:rStyle w:val="Hyperkobling"/>
          </w:rPr>
          <w:t>Guide til SMB-definisjonen med praktiske eksempler på vurderingen av tilknyttede foretak og partnerforetak.</w:t>
        </w:r>
      </w:hyperlink>
      <w:r w:rsidR="00466DF9">
        <w:rPr>
          <w:rStyle w:val="Hyperkobling"/>
        </w:rPr>
        <w:t xml:space="preserve"> </w:t>
      </w:r>
    </w:p>
    <w:p w:rsidR="00466DF9" w:rsidP="00466DF9" w:rsidRDefault="00466DF9" w14:paraId="75184BBC" w14:textId="77777777">
      <w:pPr>
        <w:spacing w:line="276" w:lineRule="auto"/>
      </w:pPr>
    </w:p>
    <w:p w:rsidR="5EF8E81E" w:rsidP="5EF8E81E" w:rsidRDefault="5EF8E81E" w14:paraId="2C4DFACC" w14:textId="32B40CBD">
      <w:pPr>
        <w:pStyle w:val="Normal"/>
        <w:spacing w:line="276" w:lineRule="auto"/>
      </w:pPr>
    </w:p>
    <w:p w:rsidR="00466DF9" w:rsidP="00466DF9" w:rsidRDefault="00466DF9" w14:paraId="401E66A1" w14:textId="77777777">
      <w:pPr>
        <w:spacing w:line="276" w:lineRule="auto"/>
      </w:pPr>
    </w:p>
    <w:p w:rsidR="5EF8E81E" w:rsidP="5EF8E81E" w:rsidRDefault="5EF8E81E" w14:paraId="761DD59B" w14:textId="6C0159CB">
      <w:pPr>
        <w:pStyle w:val="Normal"/>
        <w:spacing w:line="276" w:lineRule="auto"/>
      </w:pPr>
    </w:p>
    <w:p w:rsidR="00466DF9" w:rsidP="00466DF9" w:rsidRDefault="00466DF9" w14:paraId="695407BA" w14:textId="77777777">
      <w:pPr>
        <w:pStyle w:val="Alt0"/>
      </w:pPr>
      <w:r>
        <w:t>2</w:t>
      </w:r>
      <w:r>
        <w:tab/>
      </w:r>
      <w:r w:rsidRPr="007C09A5">
        <w:t>Erklæring om at foretaket ikke er i økonomiske vanskeligheter</w:t>
      </w:r>
      <w:r>
        <w:t xml:space="preserve"> </w:t>
      </w:r>
    </w:p>
    <w:p w:rsidRPr="00D45122" w:rsidR="00466DF9" w:rsidP="00466DF9" w:rsidRDefault="00466DF9" w14:paraId="57B95139" w14:textId="77777777">
      <w:pPr>
        <w:pStyle w:val="Alt1"/>
        <w:ind w:left="0" w:firstLine="0"/>
        <w:rPr>
          <w:b w:val="0"/>
        </w:rPr>
      </w:pPr>
      <w:r>
        <w:lastRenderedPageBreak/>
        <w:t>Begrunnelse for kravet om egenerklæring</w:t>
      </w:r>
      <w:r>
        <w:br/>
      </w:r>
      <w:r w:rsidRPr="00D45122">
        <w:rPr>
          <w:b w:val="0"/>
        </w:rPr>
        <w:t>Foretak i vanskeligheter kan ikke motta statsstøtte i henhold til gruppeunntaket.</w:t>
      </w:r>
      <w:r w:rsidRPr="00D45122">
        <w:rPr>
          <w:rStyle w:val="Fotnotereferanse"/>
          <w:b w:val="0"/>
        </w:rPr>
        <w:footnoteReference w:id="1"/>
      </w:r>
      <w:r w:rsidRPr="00D45122">
        <w:rPr>
          <w:b w:val="0"/>
        </w:rPr>
        <w:t xml:space="preserve"> Søkerbedriften bes derfor om å bekrefte at den </w:t>
      </w:r>
      <w:r w:rsidRPr="00D45122">
        <w:rPr>
          <w:b w:val="0"/>
          <w:i/>
        </w:rPr>
        <w:t xml:space="preserve">ikke </w:t>
      </w:r>
      <w:r w:rsidRPr="00D45122">
        <w:rPr>
          <w:b w:val="0"/>
        </w:rPr>
        <w:t xml:space="preserve">er å anse som et foretak i vanskeligheter slik dette er definert i artikkel 2 nr. 18 i gruppeunntaket. </w:t>
      </w:r>
    </w:p>
    <w:p w:rsidR="00466DF9" w:rsidP="00466DF9" w:rsidRDefault="00466DF9" w14:paraId="7B6DCBB3" w14:textId="77777777">
      <w:pPr>
        <w:jc w:val="both"/>
      </w:pPr>
      <w:r>
        <w:t xml:space="preserve">Et foretak vil anses for å være i vanskeligheter hvis </w:t>
      </w:r>
      <w:r w:rsidRPr="00817790">
        <w:rPr>
          <w:i/>
        </w:rPr>
        <w:t>én eller flere</w:t>
      </w:r>
      <w: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466DF9" w:rsidP="00466DF9" w:rsidRDefault="00466DF9" w14:paraId="3E2C839E" w14:textId="77777777">
      <w:pPr>
        <w:jc w:val="both"/>
      </w:pPr>
      <w:r>
        <w:t xml:space="preserve">Den engelske versjonen av definisjonen av foretak i vanskeligheter (artikkel 2 nr. 18) lyder som følger: </w:t>
      </w:r>
    </w:p>
    <w:p w:rsidR="00466DF9" w:rsidP="00466DF9" w:rsidRDefault="00466DF9" w14:paraId="4CC22C53" w14:textId="77777777">
      <w:pPr>
        <w:jc w:val="both"/>
      </w:pPr>
      <w:r>
        <w:t>Merk at betegnelsen SME (small and medium sized enterprises) tilsvarer det norske begrepet SMB (små og mellomstore bedrifter)</w:t>
      </w:r>
    </w:p>
    <w:p w:rsidRPr="007B0EF9" w:rsidR="00466DF9" w:rsidP="00466DF9" w:rsidRDefault="00466DF9" w14:paraId="502B4385" w14:textId="77777777">
      <w:pPr>
        <w:ind w:left="708"/>
        <w:jc w:val="both"/>
        <w:rPr>
          <w:i/>
          <w:lang w:val="en-US"/>
        </w:rPr>
      </w:pPr>
      <w:r>
        <w:rPr>
          <w:i/>
          <w:lang w:val="en-US"/>
        </w:rPr>
        <w:t>(</w:t>
      </w:r>
      <w:r w:rsidRPr="007B0EF9">
        <w:rPr>
          <w:i/>
          <w:lang w:val="en-US"/>
        </w:rPr>
        <w:t xml:space="preserve">a) In the case of a limited liability company (other than an SME that has been in existence for less than three years </w:t>
      </w:r>
      <w:r>
        <w:rPr>
          <w:i/>
          <w:lang w:val="en-US"/>
        </w:rPr>
        <w:t>[…]</w:t>
      </w:r>
      <w:r w:rsidRPr="007B0EF9">
        <w:rPr>
          <w:i/>
          <w:lang w:val="en-US"/>
        </w:rPr>
        <w:t xml:space="preserve">),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Pr="007B0EF9" w:rsidR="00466DF9" w:rsidP="00466DF9" w:rsidRDefault="00466DF9" w14:paraId="26CA1737" w14:textId="77777777">
      <w:pPr>
        <w:ind w:left="708"/>
        <w:jc w:val="both"/>
        <w:rPr>
          <w:i/>
          <w:lang w:val="en-US"/>
        </w:rPr>
      </w:pPr>
      <w:r w:rsidRPr="007B0EF9">
        <w:rPr>
          <w:i/>
          <w:lang w:val="en-US"/>
        </w:rPr>
        <w:t xml:space="preserve">(b) In the case of a company where at least some members have unlimited liability for the debt of the company (other than an SME that has been in existence for less than three years </w:t>
      </w:r>
      <w:r>
        <w:rPr>
          <w:i/>
          <w:lang w:val="en-US"/>
        </w:rPr>
        <w:t>[…]</w:t>
      </w:r>
      <w:r w:rsidRPr="007B0EF9">
        <w:rPr>
          <w:i/>
          <w:lang w:val="en-US"/>
        </w:rPr>
        <w:t xml:space="preserve">),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Pr="007B0EF9" w:rsidR="00466DF9" w:rsidP="00466DF9" w:rsidRDefault="00466DF9" w14:paraId="31E960EA" w14:textId="77777777">
      <w:pPr>
        <w:ind w:left="708"/>
        <w:jc w:val="both"/>
        <w:rPr>
          <w:i/>
          <w:lang w:val="en-US"/>
        </w:rPr>
      </w:pPr>
      <w:r w:rsidRPr="007B0EF9">
        <w:rPr>
          <w:i/>
          <w:lang w:val="en-US"/>
        </w:rPr>
        <w:t xml:space="preserve">(c) Where the undertaking is subject to collective insolvency proceedings or fulfils the criteria under its domestic law for being placed in collective insolvency proceedings at the request of its creditors. </w:t>
      </w:r>
    </w:p>
    <w:p w:rsidRPr="007B0EF9" w:rsidR="00466DF9" w:rsidP="00466DF9" w:rsidRDefault="00466DF9" w14:paraId="6137B2DE" w14:textId="77777777">
      <w:pPr>
        <w:ind w:left="708"/>
        <w:jc w:val="both"/>
        <w:rPr>
          <w:i/>
          <w:lang w:val="en-US"/>
        </w:rPr>
      </w:pPr>
      <w:r w:rsidRPr="007B0EF9">
        <w:rPr>
          <w:i/>
          <w:lang w:val="en-US"/>
        </w:rPr>
        <w:t xml:space="preserve">(d) Where the undertaking has received rescue aid and has not yet reimbursed the loan or terminated the guarantee, or has received restructuring aid and is still subject to a restructuring plan. </w:t>
      </w:r>
    </w:p>
    <w:p w:rsidR="00466DF9" w:rsidP="00466DF9" w:rsidRDefault="00466DF9" w14:paraId="30D5E1E4" w14:textId="77777777">
      <w:pPr>
        <w:ind w:left="708"/>
        <w:jc w:val="both"/>
        <w:rPr>
          <w:i/>
          <w:lang w:val="en-US"/>
        </w:rPr>
      </w:pPr>
      <w:r w:rsidRPr="007B0EF9">
        <w:rPr>
          <w:i/>
          <w:lang w:val="en-US"/>
        </w:rPr>
        <w:t xml:space="preserve">(e) In the case of an undertaking that is not an SME, where, for the past two years: </w:t>
      </w:r>
    </w:p>
    <w:p w:rsidR="00466DF9" w:rsidP="00466DF9" w:rsidRDefault="00466DF9" w14:paraId="1847A93E" w14:textId="77777777">
      <w:pPr>
        <w:ind w:left="708" w:firstLine="708"/>
        <w:jc w:val="both"/>
        <w:rPr>
          <w:i/>
          <w:lang w:val="en-US"/>
        </w:rPr>
      </w:pPr>
      <w:r w:rsidRPr="007B0EF9">
        <w:rPr>
          <w:i/>
          <w:lang w:val="en-US"/>
        </w:rPr>
        <w:t xml:space="preserve">(1) the undertaking's book debt to equity ratio has been greater than 7,5 and </w:t>
      </w:r>
    </w:p>
    <w:p w:rsidRPr="007B0EF9" w:rsidR="00466DF9" w:rsidP="00466DF9" w:rsidRDefault="00466DF9" w14:paraId="103478F5" w14:textId="77777777">
      <w:pPr>
        <w:ind w:left="708" w:firstLine="708"/>
        <w:jc w:val="both"/>
        <w:rPr>
          <w:i/>
          <w:lang w:val="en-US"/>
        </w:rPr>
      </w:pPr>
      <w:r w:rsidRPr="007B0EF9">
        <w:rPr>
          <w:i/>
          <w:lang w:val="en-US"/>
        </w:rPr>
        <w:t>(2) the undertaking's EBITDA interest coverage ratio has been below 1,0.</w:t>
      </w:r>
    </w:p>
    <w:p w:rsidRPr="002508D2" w:rsidR="00466DF9" w:rsidP="00466DF9" w:rsidRDefault="00466DF9" w14:paraId="481102C7" w14:textId="77777777">
      <w:pPr>
        <w:pStyle w:val="Alt0"/>
      </w:pPr>
      <w:r>
        <w:lastRenderedPageBreak/>
        <w:t>3</w:t>
      </w:r>
      <w:r>
        <w:tab/>
      </w:r>
      <w:r>
        <w:t xml:space="preserve">Erklæring om at </w:t>
      </w:r>
      <w:r w:rsidRPr="002508D2">
        <w:t xml:space="preserve">foretaket ikke </w:t>
      </w:r>
      <w:r>
        <w:t xml:space="preserve">har </w:t>
      </w:r>
      <w:r w:rsidRPr="002508D2">
        <w:t>utestående tilbakebetalingskrav etter beslutning fra EFTAs overvåkingsorgan eller EU-kommisjonen</w:t>
      </w:r>
    </w:p>
    <w:p w:rsidR="00466DF9" w:rsidP="00466DF9" w:rsidRDefault="00466DF9" w14:paraId="4FA479D6" w14:textId="77777777">
      <w:pPr>
        <w:spacing w:before="240"/>
        <w:jc w:val="both"/>
        <w:rPr>
          <w:b/>
        </w:rPr>
      </w:pPr>
      <w:r>
        <w:rPr>
          <w:b/>
        </w:rPr>
        <w:t>Begrunnelse for</w:t>
      </w:r>
      <w:r w:rsidRPr="00CA4DA6">
        <w:rPr>
          <w:b/>
        </w:rPr>
        <w:t xml:space="preserve"> kravet om egenerklæring</w:t>
      </w:r>
      <w:r>
        <w:rPr>
          <w:b/>
        </w:rPr>
        <w:t>:</w:t>
      </w:r>
    </w:p>
    <w:p w:rsidRPr="002508D2" w:rsidR="00466DF9" w:rsidP="00466DF9" w:rsidRDefault="00466DF9" w14:paraId="73E2F602" w14:textId="77777777">
      <w:pPr>
        <w:jc w:val="both"/>
      </w:pPr>
      <w:r w:rsidRPr="002508D2">
        <w:t xml:space="preserve">Foretak som har utestående tilbakebetalingskrav etter at EFTAs overvåkingsorgan (ESA) eller EU-kommisjonen har fattet en offisiell beslutning om at foretaket har mottatt ulovlig statsstøtte, kan ikke motta </w:t>
      </w:r>
      <w:r>
        <w:t>statsstøtte i henhold til gruppeunntaket</w:t>
      </w:r>
      <w:r w:rsidRPr="002508D2">
        <w:t>.</w:t>
      </w:r>
      <w:r w:rsidRPr="002508D2">
        <w:rPr>
          <w:rStyle w:val="Fotnotereferanse"/>
        </w:rPr>
        <w:footnoteReference w:id="2"/>
      </w:r>
      <w:r w:rsidRPr="002508D2">
        <w:t xml:space="preserve"> Søkere bes derfor om å bekrefte at det ikke foreligger noe slikt utestående tilbakebetalingskrav.</w:t>
      </w:r>
    </w:p>
    <w:p w:rsidR="00466DF9" w:rsidP="00466DF9" w:rsidRDefault="00466DF9" w14:paraId="6504A0D0" w14:textId="77777777">
      <w:pPr>
        <w:jc w:val="both"/>
      </w:pPr>
      <w:r>
        <w:t xml:space="preserve">Merk at det kun er i de tilfeller hvor enten </w:t>
      </w:r>
      <w:r w:rsidRPr="002508D2">
        <w:t>ESA eller EU-kommisjonen ha</w:t>
      </w:r>
      <w:r>
        <w:t>r</w:t>
      </w:r>
      <w:r w:rsidRPr="002508D2">
        <w:t xml:space="preserve"> fattet et vedtak om at foretaket har mottatt ulovlig støtte</w:t>
      </w:r>
      <w:r>
        <w:t>, og der</w:t>
      </w:r>
      <w:r w:rsidRPr="002508D2">
        <w:t xml:space="preserve"> foretaket ikke har betalt tilbake støtten</w:t>
      </w:r>
      <w:r>
        <w:t>,</w:t>
      </w:r>
      <w:r w:rsidRPr="002508D2">
        <w:t xml:space="preserve"> at foretaket </w:t>
      </w:r>
      <w:r>
        <w:t xml:space="preserve">er forhindret fra å </w:t>
      </w:r>
      <w:r w:rsidRPr="002508D2">
        <w:t>motta ytterligere støtte.</w:t>
      </w:r>
    </w:p>
    <w:p w:rsidRPr="002C7D7E" w:rsidR="00466DF9" w:rsidP="00466DF9" w:rsidRDefault="00466DF9" w14:paraId="7D9A2F97" w14:textId="77777777">
      <w:pPr>
        <w:spacing w:line="276" w:lineRule="auto"/>
      </w:pPr>
      <w:r w:rsidRPr="002C7D7E">
        <w:br w:type="page"/>
      </w:r>
    </w:p>
    <w:p w:rsidRPr="001F72A9" w:rsidR="00466DF9" w:rsidP="00466DF9" w:rsidRDefault="003A3FFF" w14:paraId="1F20A081" w14:textId="77777777">
      <w:pPr>
        <w:rPr>
          <w:i/>
          <w:sz w:val="20"/>
          <w:szCs w:val="32"/>
        </w:rPr>
      </w:pPr>
      <w:r>
        <w:rPr>
          <w:u w:val="single"/>
        </w:rPr>
        <w:lastRenderedPageBreak/>
        <w:t>E</w:t>
      </w:r>
      <w:r w:rsidRPr="00A570AA" w:rsidR="00466DF9">
        <w:rPr>
          <w:u w:val="single"/>
        </w:rPr>
        <w:t>generklæring</w:t>
      </w:r>
      <w:r w:rsidR="00466DF9">
        <w:rPr>
          <w:u w:val="single"/>
        </w:rPr>
        <w:t xml:space="preserve"> -</w:t>
      </w:r>
      <w:r w:rsidRPr="00A570AA" w:rsidR="00466DF9">
        <w:rPr>
          <w:u w:val="single"/>
        </w:rPr>
        <w:t xml:space="preserve"> </w:t>
      </w:r>
      <w:r w:rsidR="00466DF9">
        <w:rPr>
          <w:b/>
          <w:u w:val="single"/>
        </w:rPr>
        <w:t>denne siden</w:t>
      </w:r>
      <w:r w:rsidRPr="00A570AA" w:rsidR="00466DF9">
        <w:rPr>
          <w:u w:val="single"/>
        </w:rPr>
        <w:t xml:space="preserve"> skal vedlegges </w:t>
      </w:r>
      <w:r w:rsidR="00466DF9">
        <w:rPr>
          <w:b/>
          <w:u w:val="single"/>
        </w:rPr>
        <w:t>revidert søknad</w:t>
      </w:r>
      <w:r w:rsidR="00466DF9">
        <w:rPr>
          <w:b/>
          <w:u w:val="single"/>
        </w:rPr>
        <w:br/>
      </w:r>
      <w:r w:rsidRPr="00336408" w:rsidR="00466DF9">
        <w:rPr>
          <w:u w:val="single"/>
        </w:rPr>
        <w:t>S</w:t>
      </w:r>
      <w:r w:rsidR="00466DF9">
        <w:rPr>
          <w:u w:val="single"/>
        </w:rPr>
        <w:t xml:space="preserve">øknadsnummer </w:t>
      </w:r>
      <w:r w:rsidRPr="0053238C" w:rsidR="00466DF9">
        <w:rPr>
          <w:highlight w:val="yellow"/>
          <w:u w:val="single"/>
        </w:rPr>
        <w:t>(fyll inn)</w:t>
      </w:r>
      <w:r w:rsidR="00466DF9">
        <w:rPr>
          <w:u w:val="single"/>
        </w:rPr>
        <w:t>: _______</w:t>
      </w:r>
    </w:p>
    <w:p w:rsidR="00466DF9" w:rsidP="00466DF9" w:rsidRDefault="00466DF9" w14:paraId="41BA3706" w14:textId="77777777">
      <w:pPr>
        <w:jc w:val="center"/>
        <w:rPr>
          <w:b/>
          <w:sz w:val="32"/>
          <w:szCs w:val="32"/>
        </w:rPr>
      </w:pPr>
      <w:r w:rsidRPr="000A0559">
        <w:rPr>
          <w:b/>
          <w:sz w:val="32"/>
          <w:szCs w:val="32"/>
        </w:rPr>
        <w:t>Erklæring</w:t>
      </w:r>
    </w:p>
    <w:p w:rsidRPr="000A0559" w:rsidR="00466DF9" w:rsidP="00466DF9" w:rsidRDefault="00466DF9" w14:paraId="1FDDC9EF" w14:textId="77777777">
      <w:pPr>
        <w:jc w:val="center"/>
        <w:rPr>
          <w:b/>
          <w:sz w:val="32"/>
          <w:szCs w:val="32"/>
        </w:rPr>
      </w:pPr>
      <w:r w:rsidRPr="001F72A9">
        <w:rPr>
          <w:i/>
          <w:szCs w:val="32"/>
        </w:rPr>
        <w:t>(fylles ut, signeres og lastes opp som vedlegg til revidert søknad for hvert foretak det er krav om erklæring fra.</w:t>
      </w:r>
      <w:r>
        <w:rPr>
          <w:i/>
          <w:szCs w:val="32"/>
        </w:rPr>
        <w:t xml:space="preserve"> Gi hver fil navn som avklarer hvilke foretak erklæringen gjelder.</w:t>
      </w:r>
      <w:r w:rsidRPr="001F72A9">
        <w:rPr>
          <w:i/>
          <w:szCs w:val="32"/>
        </w:rPr>
        <w:t>)</w:t>
      </w:r>
    </w:p>
    <w:p w:rsidR="00466DF9" w:rsidP="00466DF9" w:rsidRDefault="00466DF9" w14:paraId="1A9886C1" w14:textId="77777777">
      <w:pPr>
        <w:jc w:val="both"/>
      </w:pPr>
      <w:r>
        <w:t xml:space="preserve">Undertegnede, som har fullmakt </w:t>
      </w:r>
      <w:r w:rsidRPr="001852AD">
        <w:t xml:space="preserve">til å </w:t>
      </w:r>
      <w:r>
        <w:t xml:space="preserve">avgi erklæring </w:t>
      </w:r>
      <w:r w:rsidRPr="001852AD">
        <w:t xml:space="preserve">på vegne av </w:t>
      </w:r>
    </w:p>
    <w:tbl>
      <w:tblPr>
        <w:tblStyle w:val="Tabellrutenett"/>
        <w:tblW w:w="0" w:type="auto"/>
        <w:tblLook w:val="04A0" w:firstRow="1" w:lastRow="0" w:firstColumn="1" w:lastColumn="0" w:noHBand="0" w:noVBand="1"/>
      </w:tblPr>
      <w:tblGrid>
        <w:gridCol w:w="2943"/>
        <w:gridCol w:w="6267"/>
      </w:tblGrid>
      <w:tr w:rsidR="00466DF9" w:rsidTr="00273895" w14:paraId="5CC06B35" w14:textId="77777777">
        <w:trPr>
          <w:trHeight w:val="227"/>
        </w:trPr>
        <w:tc>
          <w:tcPr>
            <w:tcW w:w="2943" w:type="dxa"/>
          </w:tcPr>
          <w:p w:rsidRPr="004D0E56" w:rsidR="00466DF9" w:rsidP="00FF5071" w:rsidRDefault="00466DF9" w14:paraId="6876650A" w14:textId="77777777">
            <w:pPr>
              <w:jc w:val="both"/>
            </w:pPr>
            <w:r w:rsidRPr="004D0E56">
              <w:t>BEDRIFTENS NAVN:</w:t>
            </w:r>
          </w:p>
        </w:tc>
        <w:tc>
          <w:tcPr>
            <w:tcW w:w="6267" w:type="dxa"/>
          </w:tcPr>
          <w:p w:rsidRPr="004D0E56" w:rsidR="00466DF9" w:rsidP="00FF5071" w:rsidRDefault="00466DF9" w14:paraId="210F230D" w14:textId="77777777">
            <w:pPr>
              <w:jc w:val="both"/>
            </w:pPr>
          </w:p>
        </w:tc>
      </w:tr>
      <w:tr w:rsidR="00466DF9" w:rsidTr="00FF5071" w14:paraId="0C867B84" w14:textId="77777777">
        <w:tc>
          <w:tcPr>
            <w:tcW w:w="2943" w:type="dxa"/>
          </w:tcPr>
          <w:p w:rsidRPr="004D0E56" w:rsidR="00466DF9" w:rsidP="00FF5071" w:rsidRDefault="00466DF9" w14:paraId="5CDDC704" w14:textId="77777777">
            <w:pPr>
              <w:jc w:val="both"/>
            </w:pPr>
            <w:r w:rsidRPr="004D0E56">
              <w:t>ORGANISASJONSNUMMER:</w:t>
            </w:r>
          </w:p>
        </w:tc>
        <w:tc>
          <w:tcPr>
            <w:tcW w:w="6267" w:type="dxa"/>
          </w:tcPr>
          <w:p w:rsidRPr="004D0E56" w:rsidR="00466DF9" w:rsidP="00FF5071" w:rsidRDefault="00466DF9" w14:paraId="4328BA79" w14:textId="77777777">
            <w:pPr>
              <w:jc w:val="both"/>
            </w:pPr>
          </w:p>
        </w:tc>
      </w:tr>
    </w:tbl>
    <w:p w:rsidR="00466DF9" w:rsidP="00466DF9" w:rsidRDefault="00466DF9" w14:paraId="1E3D3C57" w14:textId="77777777">
      <w:pPr>
        <w:jc w:val="both"/>
      </w:pPr>
      <w:r>
        <w:t>har lest informasjonstekstene om foretakets størrelse, foretak i økonomiske vanskeligheter og om utestående tilbakebetalingskrav, og er innforstått med de beskrevne reglene. Undertegnede bekrefter at nedenstående opplysninger er korrekte og gitt etter beste skjønn. Undertegnede er videre innforstått med at tildeling av støtte basert på uriktige opplysninger, vil kunne medføre at støtten er ulovlig i henhold til statsstøtteregelverket og vil kunne kreves tilbakebetalt.</w:t>
      </w:r>
      <w:r w:rsidRPr="001852AD">
        <w:t xml:space="preserve"> </w:t>
      </w:r>
    </w:p>
    <w:p w:rsidR="00466DF9" w:rsidP="00466DF9" w:rsidRDefault="00466DF9" w14:paraId="2E4090BA" w14:textId="77777777">
      <w:pPr>
        <w:jc w:val="both"/>
      </w:pPr>
      <w:r>
        <w:t>1. I henhold til definisjonen i Bilag 1 til</w:t>
      </w:r>
      <w:r w:rsidRPr="00461BFF">
        <w:t xml:space="preserve"> Kommisjonens forordning (EU</w:t>
      </w:r>
      <w:r>
        <w:t>) Nr. 651/2014 av 17. juni 2014</w:t>
      </w:r>
      <w:r w:rsidRPr="00461BFF">
        <w:t>, publisert i OJ L 187/1</w:t>
      </w:r>
      <w:r>
        <w:t xml:space="preserve"> er bedriften:</w:t>
      </w:r>
    </w:p>
    <w:tbl>
      <w:tblPr>
        <w:tblW w:w="32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298"/>
      </w:tblGrid>
      <w:tr w:rsidRPr="002C70F2" w:rsidR="00466DF9" w:rsidTr="00FF5071" w14:paraId="6B6DE035" w14:textId="77777777">
        <w:trPr>
          <w:trHeight w:val="421"/>
        </w:trPr>
        <w:tc>
          <w:tcPr>
            <w:tcW w:w="3298" w:type="dxa"/>
          </w:tcPr>
          <w:p w:rsidRPr="00F90C38" w:rsidR="00466DF9" w:rsidP="00FF5071" w:rsidRDefault="00466DF9" w14:paraId="7DFCEF1B" w14:textId="77777777">
            <w:pPr>
              <w:jc w:val="both"/>
              <w:rPr>
                <w:lang w:val="en-GB"/>
              </w:rPr>
            </w:pPr>
            <w:r w:rsidRPr="00F90C38">
              <w:rPr>
                <w:lang w:val="en-GB"/>
              </w:rPr>
              <w:fldChar w:fldCharType="begin">
                <w:ffData>
                  <w:name w:val="Check1"/>
                  <w:enabled/>
                  <w:calcOnExit w:val="0"/>
                  <w:checkBox>
                    <w:sizeAuto/>
                    <w:default w:val="0"/>
                  </w:checkBox>
                </w:ffData>
              </w:fldChar>
            </w:r>
            <w:r w:rsidRPr="00F90C38">
              <w:rPr>
                <w:lang w:val="en-GB"/>
              </w:rPr>
              <w:instrText xml:space="preserve"> FORMCHECKBOX </w:instrText>
            </w:r>
            <w:r w:rsidR="00196B5C">
              <w:rPr>
                <w:lang w:val="en-GB"/>
              </w:rPr>
            </w:r>
            <w:r w:rsidR="00196B5C">
              <w:rPr>
                <w:lang w:val="en-GB"/>
              </w:rPr>
              <w:fldChar w:fldCharType="separate"/>
            </w:r>
            <w:r w:rsidRPr="00F90C38">
              <w:fldChar w:fldCharType="end"/>
            </w:r>
            <w:r w:rsidRPr="00F90C38">
              <w:rPr>
                <w:lang w:val="en-GB"/>
              </w:rPr>
              <w:t xml:space="preserve"> En stor bedrift</w:t>
            </w:r>
          </w:p>
        </w:tc>
      </w:tr>
      <w:tr w:rsidRPr="002C70F2" w:rsidR="00466DF9" w:rsidTr="00FF5071" w14:paraId="23645B6D" w14:textId="77777777">
        <w:trPr>
          <w:trHeight w:val="421"/>
        </w:trPr>
        <w:tc>
          <w:tcPr>
            <w:tcW w:w="3298" w:type="dxa"/>
          </w:tcPr>
          <w:p w:rsidRPr="00F90C38" w:rsidR="00466DF9" w:rsidP="00FF5071" w:rsidRDefault="00466DF9" w14:paraId="713F45C4" w14:textId="77777777">
            <w:pPr>
              <w:jc w:val="both"/>
              <w:rPr>
                <w:lang w:val="en-GB"/>
              </w:rPr>
            </w:pPr>
            <w:r w:rsidRPr="00F90C38">
              <w:rPr>
                <w:lang w:val="en-GB"/>
              </w:rPr>
              <w:fldChar w:fldCharType="begin">
                <w:ffData>
                  <w:name w:val="Check1"/>
                  <w:enabled/>
                  <w:calcOnExit w:val="0"/>
                  <w:checkBox>
                    <w:sizeAuto/>
                    <w:default w:val="0"/>
                  </w:checkBox>
                </w:ffData>
              </w:fldChar>
            </w:r>
            <w:r w:rsidRPr="00F90C38">
              <w:rPr>
                <w:lang w:val="en-GB"/>
              </w:rPr>
              <w:instrText xml:space="preserve"> FORMCHECKBOX </w:instrText>
            </w:r>
            <w:r w:rsidR="00196B5C">
              <w:rPr>
                <w:lang w:val="en-GB"/>
              </w:rPr>
            </w:r>
            <w:r w:rsidR="00196B5C">
              <w:rPr>
                <w:lang w:val="en-GB"/>
              </w:rPr>
              <w:fldChar w:fldCharType="separate"/>
            </w:r>
            <w:r w:rsidRPr="00F90C38">
              <w:fldChar w:fldCharType="end"/>
            </w:r>
            <w:r w:rsidRPr="00F90C38">
              <w:rPr>
                <w:lang w:val="en-GB"/>
              </w:rPr>
              <w:t xml:space="preserve"> En mellomstor bedrift</w:t>
            </w:r>
          </w:p>
        </w:tc>
      </w:tr>
      <w:tr w:rsidRPr="002C70F2" w:rsidR="00466DF9" w:rsidTr="00FF5071" w14:paraId="0F44A505" w14:textId="77777777">
        <w:trPr>
          <w:trHeight w:val="208"/>
        </w:trPr>
        <w:tc>
          <w:tcPr>
            <w:tcW w:w="3298" w:type="dxa"/>
          </w:tcPr>
          <w:p w:rsidRPr="00F90C38" w:rsidR="00466DF9" w:rsidP="00FF5071" w:rsidRDefault="00466DF9" w14:paraId="5C143BBD" w14:textId="77777777">
            <w:pPr>
              <w:jc w:val="both"/>
              <w:rPr>
                <w:lang w:val="en-GB"/>
              </w:rPr>
            </w:pPr>
            <w:r w:rsidRPr="00F90C38">
              <w:rPr>
                <w:lang w:val="en-GB"/>
              </w:rPr>
              <w:fldChar w:fldCharType="begin">
                <w:ffData>
                  <w:name w:val="Check1"/>
                  <w:enabled/>
                  <w:calcOnExit w:val="0"/>
                  <w:checkBox>
                    <w:sizeAuto/>
                    <w:default w:val="0"/>
                  </w:checkBox>
                </w:ffData>
              </w:fldChar>
            </w:r>
            <w:r w:rsidRPr="00F90C38">
              <w:rPr>
                <w:lang w:val="en-GB"/>
              </w:rPr>
              <w:instrText xml:space="preserve"> FORMCHECKBOX </w:instrText>
            </w:r>
            <w:r w:rsidR="00196B5C">
              <w:rPr>
                <w:lang w:val="en-GB"/>
              </w:rPr>
            </w:r>
            <w:r w:rsidR="00196B5C">
              <w:rPr>
                <w:lang w:val="en-GB"/>
              </w:rPr>
              <w:fldChar w:fldCharType="separate"/>
            </w:r>
            <w:r w:rsidRPr="00F90C38">
              <w:fldChar w:fldCharType="end"/>
            </w:r>
            <w:r w:rsidRPr="00F90C38">
              <w:rPr>
                <w:lang w:val="en-GB"/>
              </w:rPr>
              <w:t xml:space="preserve"> En liten bedrift</w:t>
            </w:r>
          </w:p>
        </w:tc>
      </w:tr>
      <w:tr w:rsidRPr="002C70F2" w:rsidR="00466DF9" w:rsidTr="00FF5071" w14:paraId="32EEAC7D" w14:textId="77777777">
        <w:trPr>
          <w:trHeight w:val="208"/>
        </w:trPr>
        <w:tc>
          <w:tcPr>
            <w:tcW w:w="3298" w:type="dxa"/>
          </w:tcPr>
          <w:p w:rsidRPr="00F90C38" w:rsidR="00466DF9" w:rsidP="00FF5071" w:rsidRDefault="00466DF9" w14:paraId="577B5EBF" w14:textId="77777777">
            <w:pPr>
              <w:jc w:val="both"/>
              <w:rPr>
                <w:lang w:val="en-GB"/>
              </w:rPr>
            </w:pPr>
            <w:r w:rsidRPr="00F90C38">
              <w:rPr>
                <w:lang w:val="en-GB"/>
              </w:rPr>
              <w:fldChar w:fldCharType="begin">
                <w:ffData>
                  <w:name w:val="Check1"/>
                  <w:enabled/>
                  <w:calcOnExit w:val="0"/>
                  <w:checkBox>
                    <w:sizeAuto/>
                    <w:default w:val="0"/>
                  </w:checkBox>
                </w:ffData>
              </w:fldChar>
            </w:r>
            <w:r w:rsidRPr="00F90C38">
              <w:rPr>
                <w:lang w:val="en-GB"/>
              </w:rPr>
              <w:instrText xml:space="preserve"> FORMCHECKBOX </w:instrText>
            </w:r>
            <w:r w:rsidR="00196B5C">
              <w:rPr>
                <w:lang w:val="en-GB"/>
              </w:rPr>
            </w:r>
            <w:r w:rsidR="00196B5C">
              <w:rPr>
                <w:lang w:val="en-GB"/>
              </w:rPr>
              <w:fldChar w:fldCharType="separate"/>
            </w:r>
            <w:r w:rsidRPr="00F90C38">
              <w:fldChar w:fldCharType="end"/>
            </w:r>
            <w:r w:rsidRPr="00F90C38">
              <w:rPr>
                <w:lang w:val="en-GB"/>
              </w:rPr>
              <w:t xml:space="preserve"> En mikrobedrift </w:t>
            </w:r>
          </w:p>
        </w:tc>
      </w:tr>
    </w:tbl>
    <w:p w:rsidR="00466DF9" w:rsidP="00466DF9" w:rsidRDefault="00466DF9" w14:paraId="095C0EDB" w14:textId="77777777">
      <w:pPr>
        <w:jc w:val="both"/>
      </w:pPr>
      <w:r>
        <w:t xml:space="preserve">2. Undertegnede bekrefter at bedriften </w:t>
      </w:r>
      <w:r w:rsidRPr="00CA4DA6">
        <w:rPr>
          <w:i/>
        </w:rPr>
        <w:t>ikke</w:t>
      </w:r>
      <w:r>
        <w:t xml:space="preserve"> er et foretak i vanskeligheter jf. definisjonen i artikkel 2 nr. 18 i Kommisjonens forordning (EU) Nr. 651/2014 av 17. juni 2014, publisert i OJ L 187/1.</w:t>
      </w:r>
    </w:p>
    <w:p w:rsidR="00466DF9" w:rsidP="00466DF9" w:rsidRDefault="00466DF9" w14:paraId="2BB29A10" w14:textId="77777777">
      <w:pPr>
        <w:jc w:val="both"/>
      </w:pPr>
      <w:r>
        <w:t xml:space="preserve">3. Undertegnede bekrefter at bedriften </w:t>
      </w:r>
      <w:r w:rsidRPr="002D281B">
        <w:rPr>
          <w:i/>
        </w:rPr>
        <w:t>ikke</w:t>
      </w:r>
      <w:r w:rsidRPr="002508D2">
        <w:t xml:space="preserve"> </w:t>
      </w:r>
      <w:r>
        <w:t xml:space="preserve">har </w:t>
      </w:r>
      <w:r w:rsidRPr="002508D2">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466DF9" w:rsidTr="00FF5071" w14:paraId="10FA9040" w14:textId="77777777">
        <w:tc>
          <w:tcPr>
            <w:tcW w:w="1384" w:type="dxa"/>
            <w:vAlign w:val="center"/>
          </w:tcPr>
          <w:p w:rsidRPr="00F90C38" w:rsidR="00466DF9" w:rsidP="004E4FE3" w:rsidRDefault="00466DF9" w14:paraId="7DCD1B9F" w14:textId="77777777">
            <w:pPr>
              <w:pStyle w:val="Ingenmellomrom"/>
            </w:pPr>
            <w:r w:rsidRPr="00F90C38">
              <w:t>Sted/ dato:</w:t>
            </w:r>
          </w:p>
          <w:p w:rsidRPr="00F90C38" w:rsidR="00466DF9" w:rsidP="004E4FE3" w:rsidRDefault="00466DF9" w14:paraId="40A98B5D" w14:textId="77777777">
            <w:pPr>
              <w:pStyle w:val="Ingenmellomrom"/>
              <w:rPr>
                <w:rStyle w:val="Hyperkobling"/>
              </w:rPr>
            </w:pPr>
          </w:p>
        </w:tc>
        <w:tc>
          <w:tcPr>
            <w:tcW w:w="7826" w:type="dxa"/>
          </w:tcPr>
          <w:p w:rsidRPr="00F90C38" w:rsidR="00466DF9" w:rsidP="004E4FE3" w:rsidRDefault="00466DF9" w14:paraId="43543824" w14:textId="77777777">
            <w:pPr>
              <w:pStyle w:val="Ingenmellomrom"/>
              <w:rPr>
                <w:rStyle w:val="Hyperkobling"/>
              </w:rPr>
            </w:pPr>
          </w:p>
        </w:tc>
      </w:tr>
      <w:tr w:rsidR="00466DF9" w:rsidTr="00FF5071" w14:paraId="5C9731B6" w14:textId="77777777">
        <w:tc>
          <w:tcPr>
            <w:tcW w:w="1384" w:type="dxa"/>
            <w:vAlign w:val="center"/>
          </w:tcPr>
          <w:p w:rsidRPr="00F90C38" w:rsidR="00466DF9" w:rsidP="004E4FE3" w:rsidRDefault="00466DF9" w14:paraId="777CB28D" w14:textId="77777777">
            <w:pPr>
              <w:pStyle w:val="Ingenmellomrom"/>
            </w:pPr>
            <w:r w:rsidRPr="00F90C38">
              <w:t>Navn:</w:t>
            </w:r>
          </w:p>
          <w:p w:rsidRPr="00F90C38" w:rsidR="00466DF9" w:rsidP="004E4FE3" w:rsidRDefault="00466DF9" w14:paraId="05DABA1F" w14:textId="77777777">
            <w:pPr>
              <w:pStyle w:val="Ingenmellomrom"/>
              <w:rPr>
                <w:rStyle w:val="Hyperkobling"/>
              </w:rPr>
            </w:pPr>
          </w:p>
        </w:tc>
        <w:tc>
          <w:tcPr>
            <w:tcW w:w="7826" w:type="dxa"/>
          </w:tcPr>
          <w:p w:rsidRPr="00F90C38" w:rsidR="00466DF9" w:rsidP="004E4FE3" w:rsidRDefault="00466DF9" w14:paraId="3322E425" w14:textId="77777777">
            <w:pPr>
              <w:pStyle w:val="Ingenmellomrom"/>
              <w:rPr>
                <w:rStyle w:val="Hyperkobling"/>
              </w:rPr>
            </w:pPr>
          </w:p>
        </w:tc>
      </w:tr>
      <w:tr w:rsidR="00466DF9" w:rsidTr="00FF5071" w14:paraId="7F611235" w14:textId="77777777">
        <w:tc>
          <w:tcPr>
            <w:tcW w:w="1384" w:type="dxa"/>
            <w:vAlign w:val="center"/>
          </w:tcPr>
          <w:p w:rsidRPr="00F90C38" w:rsidR="00466DF9" w:rsidP="004E4FE3" w:rsidRDefault="00466DF9" w14:paraId="2F5AFDE4" w14:textId="77777777">
            <w:pPr>
              <w:pStyle w:val="Ingenmellomrom"/>
            </w:pPr>
            <w:r w:rsidRPr="00F90C38">
              <w:t>Stilling:</w:t>
            </w:r>
          </w:p>
          <w:p w:rsidRPr="00F90C38" w:rsidR="00466DF9" w:rsidP="004E4FE3" w:rsidRDefault="00466DF9" w14:paraId="50CAE773" w14:textId="77777777">
            <w:pPr>
              <w:pStyle w:val="Ingenmellomrom"/>
              <w:rPr>
                <w:rStyle w:val="Hyperkobling"/>
              </w:rPr>
            </w:pPr>
          </w:p>
        </w:tc>
        <w:tc>
          <w:tcPr>
            <w:tcW w:w="7826" w:type="dxa"/>
          </w:tcPr>
          <w:p w:rsidRPr="00F90C38" w:rsidR="00466DF9" w:rsidP="004E4FE3" w:rsidRDefault="00466DF9" w14:paraId="131DF588" w14:textId="77777777">
            <w:pPr>
              <w:pStyle w:val="Ingenmellomrom"/>
              <w:rPr>
                <w:rStyle w:val="Hyperkobling"/>
              </w:rPr>
            </w:pPr>
          </w:p>
        </w:tc>
      </w:tr>
      <w:tr w:rsidR="00466DF9" w:rsidTr="00FF5071" w14:paraId="35224B04" w14:textId="77777777">
        <w:tc>
          <w:tcPr>
            <w:tcW w:w="1384" w:type="dxa"/>
            <w:vAlign w:val="center"/>
          </w:tcPr>
          <w:p w:rsidRPr="00F90C38" w:rsidR="00466DF9" w:rsidP="004E4FE3" w:rsidRDefault="00466DF9" w14:paraId="4A04771C" w14:textId="77777777">
            <w:pPr>
              <w:pStyle w:val="Ingenmellomrom"/>
            </w:pPr>
            <w:r w:rsidRPr="00F90C38">
              <w:t>Signatur:</w:t>
            </w:r>
          </w:p>
          <w:p w:rsidRPr="00F90C38" w:rsidR="00466DF9" w:rsidP="004E4FE3" w:rsidRDefault="00466DF9" w14:paraId="285A50C1" w14:textId="77777777">
            <w:pPr>
              <w:pStyle w:val="Ingenmellomrom"/>
              <w:rPr>
                <w:rStyle w:val="Hyperkobling"/>
              </w:rPr>
            </w:pPr>
          </w:p>
        </w:tc>
        <w:tc>
          <w:tcPr>
            <w:tcW w:w="7826" w:type="dxa"/>
          </w:tcPr>
          <w:p w:rsidRPr="00F90C38" w:rsidR="00466DF9" w:rsidP="004E4FE3" w:rsidRDefault="00466DF9" w14:paraId="2BD8BEF3" w14:textId="77777777">
            <w:pPr>
              <w:pStyle w:val="Ingenmellomrom"/>
              <w:rPr>
                <w:rStyle w:val="Hyperkobling"/>
              </w:rPr>
            </w:pPr>
          </w:p>
        </w:tc>
      </w:tr>
    </w:tbl>
    <w:p w:rsidRPr="00466DF9" w:rsidR="00941FD6" w:rsidP="004E4FE3" w:rsidRDefault="00941FD6" w14:paraId="7FA4B104" w14:textId="77777777"/>
    <w:sectPr w:rsidRPr="00466DF9" w:rsidR="00941FD6" w:rsidSect="005D7769">
      <w:headerReference w:type="default" r:id="rId12"/>
      <w:footerReference w:type="default" r:id="rId13"/>
      <w:headerReference w:type="first" r:id="rId14"/>
      <w:footerReference w:type="first" r:id="rId15"/>
      <w:pgSz w:w="11913" w:h="16834" w:orient="portrait" w:code="9"/>
      <w:pgMar w:top="1418" w:right="1134" w:bottom="1418" w:left="1418" w:header="709" w:footer="709" w:gutter="0"/>
      <w:paperSrc w:first="260" w:other="260"/>
      <w:cols w:space="708"/>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6B5C" w:rsidRDefault="00196B5C" w14:paraId="326CD21F" w14:textId="77777777">
      <w:r>
        <w:separator/>
      </w:r>
    </w:p>
  </w:endnote>
  <w:endnote w:type="continuationSeparator" w:id="0">
    <w:p w:rsidR="00196B5C" w:rsidRDefault="00196B5C" w14:paraId="238D557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769" w:rsidRDefault="005D7769" w14:paraId="387685DA" w14:textId="77777777">
    <w:pPr>
      <w:pStyle w:val="Bunntekst"/>
      <w:jc w:val="right"/>
    </w:pPr>
    <w:r>
      <w:fldChar w:fldCharType="begin"/>
    </w:r>
    <w:r>
      <w:instrText>\PAGE</w:instrText>
    </w:r>
    <w:r>
      <w:fldChar w:fldCharType="separate"/>
    </w:r>
    <w:r w:rsidR="004E4FE3">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3" w:type="dxa"/>
      <w:tblLayout w:type="fixed"/>
      <w:tblCellMar>
        <w:left w:w="70" w:type="dxa"/>
        <w:right w:w="70" w:type="dxa"/>
      </w:tblCellMar>
      <w:tblLook w:val="0000" w:firstRow="0" w:lastRow="0" w:firstColumn="0" w:lastColumn="0" w:noHBand="0" w:noVBand="0"/>
    </w:tblPr>
    <w:tblGrid>
      <w:gridCol w:w="2717"/>
      <w:gridCol w:w="2070"/>
      <w:gridCol w:w="2393"/>
      <w:gridCol w:w="2393"/>
    </w:tblGrid>
    <w:tr w:rsidRPr="00C65D42" w:rsidR="005D7769" w14:paraId="6351719C" w14:textId="77777777">
      <w:tc>
        <w:tcPr>
          <w:tcW w:w="2716" w:type="dxa"/>
        </w:tcPr>
        <w:p w:rsidRPr="00CD6044" w:rsidR="005D7769" w:rsidP="009632AD" w:rsidRDefault="005D7769" w14:paraId="18102385" w14:textId="77777777">
          <w:pPr>
            <w:pStyle w:val="Referanser"/>
            <w:rPr>
              <w:color w:val="00529B"/>
              <w:lang w:val="en-US"/>
            </w:rPr>
          </w:pPr>
          <w:bookmarkStart w:name="Bunntekst" w:id="0"/>
        </w:p>
      </w:tc>
      <w:tc>
        <w:tcPr>
          <w:tcW w:w="2070" w:type="dxa"/>
        </w:tcPr>
        <w:p w:rsidRPr="00483413" w:rsidR="005D7769" w:rsidP="009632AD" w:rsidRDefault="005D7769" w14:paraId="3E2F5F76" w14:textId="77777777">
          <w:pPr>
            <w:pStyle w:val="Referanser"/>
            <w:rPr>
              <w:color w:val="00529B"/>
            </w:rPr>
          </w:pPr>
        </w:p>
      </w:tc>
      <w:tc>
        <w:tcPr>
          <w:tcW w:w="2393" w:type="dxa"/>
        </w:tcPr>
        <w:p w:rsidRPr="00483413" w:rsidR="005D7769" w:rsidP="009632AD" w:rsidRDefault="005D7769" w14:paraId="3A6E09E9" w14:textId="77777777">
          <w:pPr>
            <w:pStyle w:val="Referanser"/>
            <w:rPr>
              <w:color w:val="00529B"/>
            </w:rPr>
          </w:pPr>
        </w:p>
      </w:tc>
      <w:tc>
        <w:tcPr>
          <w:tcW w:w="2393" w:type="dxa"/>
        </w:tcPr>
        <w:p w:rsidRPr="00483413" w:rsidR="005D7769" w:rsidP="009632AD" w:rsidRDefault="005D7769" w14:paraId="2A7EF388" w14:textId="77777777">
          <w:pPr>
            <w:pStyle w:val="Referanser"/>
            <w:rPr>
              <w:color w:val="00529B"/>
              <w:lang w:val="en-GB"/>
            </w:rPr>
          </w:pPr>
        </w:p>
      </w:tc>
    </w:tr>
    <w:bookmarkEnd w:id="0"/>
  </w:tbl>
  <w:p w:rsidRPr="009632AD" w:rsidR="005D7769" w:rsidRDefault="005D7769" w14:paraId="46805945" w14:textId="77777777">
    <w:pPr>
      <w:pStyle w:val="Bunnteks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6B5C" w:rsidRDefault="00196B5C" w14:paraId="0504C16E" w14:textId="77777777">
      <w:r>
        <w:separator/>
      </w:r>
    </w:p>
  </w:footnote>
  <w:footnote w:type="continuationSeparator" w:id="0">
    <w:p w:rsidR="00196B5C" w:rsidRDefault="00196B5C" w14:paraId="3D4326D7" w14:textId="77777777">
      <w:r>
        <w:continuationSeparator/>
      </w:r>
    </w:p>
  </w:footnote>
  <w:footnote w:id="1">
    <w:p w:rsidR="00466DF9" w:rsidP="00466DF9" w:rsidRDefault="00466DF9" w14:paraId="728A8EED" w14:textId="77777777">
      <w:pPr>
        <w:pStyle w:val="Fotnotetekst"/>
      </w:pPr>
      <w:r>
        <w:rPr>
          <w:rStyle w:val="Fotnotereferanse"/>
        </w:rPr>
        <w:footnoteRef/>
      </w:r>
      <w:r>
        <w:t xml:space="preserve"> Det gjelder et svært begrenset unntak vedrørende naturkatastrofer.</w:t>
      </w:r>
    </w:p>
  </w:footnote>
  <w:footnote w:id="2">
    <w:p w:rsidR="00466DF9" w:rsidP="00466DF9" w:rsidRDefault="00466DF9" w14:paraId="489A03E5" w14:textId="77777777">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273895" w:rsidP="001A6E43" w:rsidRDefault="001A6E43" w14:paraId="446AC44B" w14:textId="0E8C9EE8">
    <w:pPr>
      <w:pStyle w:val="Topptekst"/>
      <w:jc w:val="center"/>
      <w:rPr>
        <w:noProof/>
        <w:sz w:val="20"/>
      </w:rPr>
    </w:pPr>
    <w:r>
      <w:rPr>
        <w:noProof/>
      </w:rPr>
      <w:drawing>
        <wp:inline distT="0" distB="0" distL="0" distR="0" wp14:anchorId="43B8EA58" wp14:editId="2803176C">
          <wp:extent cx="2061136" cy="647700"/>
          <wp:effectExtent l="0" t="0" r="0" b="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285" cy="661888"/>
                  </a:xfrm>
                  <a:prstGeom prst="rect">
                    <a:avLst/>
                  </a:prstGeom>
                  <a:noFill/>
                  <a:ln>
                    <a:noFill/>
                  </a:ln>
                </pic:spPr>
              </pic:pic>
            </a:graphicData>
          </a:graphic>
        </wp:inline>
      </w:drawing>
    </w:r>
    <w:r w:rsidRPr="00D118A9">
      <w:rPr>
        <w:noProof/>
        <w:sz w:val="4"/>
        <w:szCs w:val="4"/>
      </w:rPr>
      <w:drawing>
        <wp:anchor distT="0" distB="0" distL="114300" distR="114300" simplePos="0" relativeHeight="251661312" behindDoc="0" locked="0" layoutInCell="1" allowOverlap="1" wp14:anchorId="42735458" wp14:editId="5D7798F8">
          <wp:simplePos x="0" y="0"/>
          <wp:positionH relativeFrom="column">
            <wp:posOffset>0</wp:posOffset>
          </wp:positionH>
          <wp:positionV relativeFrom="paragraph">
            <wp:posOffset>-635</wp:posOffset>
          </wp:positionV>
          <wp:extent cx="1827857" cy="546100"/>
          <wp:effectExtent l="0" t="0" r="1270" b="6350"/>
          <wp:wrapNone/>
          <wp:docPr id="4" name="Bilde 4" descr="N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y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941" cy="55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273895" w:rsidR="00273895" w:rsidP="001A6E43" w:rsidRDefault="00273895" w14:paraId="4EF94637" w14:textId="2BF6976E">
    <w:pPr>
      <w:pStyle w:val="Topptekst"/>
      <w:jc w:val="center"/>
      <w:rPr>
        <w:noProof/>
        <w:sz w:val="20"/>
      </w:rPr>
    </w:pPr>
  </w:p>
  <w:p w:rsidR="003A3FFF" w:rsidRDefault="008810F6" w14:paraId="4C078512" w14:textId="77777777">
    <w:pPr>
      <w:pStyle w:val="Topptekst"/>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273895" w:rsidR="00273895" w:rsidP="001A6E43" w:rsidRDefault="001A6E43" w14:paraId="3956735B" w14:textId="1DB961E2">
    <w:pPr>
      <w:pStyle w:val="Topptekst"/>
      <w:jc w:val="center"/>
      <w:rPr>
        <w:sz w:val="20"/>
      </w:rPr>
    </w:pPr>
    <w:r>
      <w:rPr>
        <w:noProof/>
      </w:rPr>
      <w:drawing>
        <wp:inline distT="0" distB="0" distL="0" distR="0" wp14:anchorId="44E3E7A3" wp14:editId="763A2756">
          <wp:extent cx="2061136" cy="64770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285" cy="661888"/>
                  </a:xfrm>
                  <a:prstGeom prst="rect">
                    <a:avLst/>
                  </a:prstGeom>
                  <a:noFill/>
                  <a:ln>
                    <a:noFill/>
                  </a:ln>
                </pic:spPr>
              </pic:pic>
            </a:graphicData>
          </a:graphic>
        </wp:inline>
      </w:drawing>
    </w:r>
    <w:r w:rsidRPr="00D118A9" w:rsidR="00E102C9">
      <w:rPr>
        <w:noProof/>
        <w:sz w:val="4"/>
        <w:szCs w:val="4"/>
      </w:rPr>
      <w:drawing>
        <wp:anchor distT="0" distB="0" distL="114300" distR="114300" simplePos="0" relativeHeight="251659264" behindDoc="0" locked="0" layoutInCell="1" allowOverlap="1" wp14:anchorId="647A3157" wp14:editId="3EC3B10B">
          <wp:simplePos x="0" y="0"/>
          <wp:positionH relativeFrom="column">
            <wp:posOffset>0</wp:posOffset>
          </wp:positionH>
          <wp:positionV relativeFrom="paragraph">
            <wp:posOffset>-635</wp:posOffset>
          </wp:positionV>
          <wp:extent cx="1827857" cy="546100"/>
          <wp:effectExtent l="0" t="0" r="1270" b="6350"/>
          <wp:wrapNone/>
          <wp:docPr id="12" name="Bilde 12" descr="N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y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941" cy="55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7769" w:rsidRDefault="005D7769" w14:paraId="44943835" w14:textId="77777777">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lType" w:val="Brev"/>
  </w:docVars>
  <w:rsids>
    <w:rsidRoot w:val="00466DF9"/>
    <w:rsid w:val="000003F9"/>
    <w:rsid w:val="00001D40"/>
    <w:rsid w:val="00032B49"/>
    <w:rsid w:val="00037320"/>
    <w:rsid w:val="000551EE"/>
    <w:rsid w:val="00096C76"/>
    <w:rsid w:val="0011683B"/>
    <w:rsid w:val="00123915"/>
    <w:rsid w:val="00164174"/>
    <w:rsid w:val="00174924"/>
    <w:rsid w:val="00196B5C"/>
    <w:rsid w:val="001A6E43"/>
    <w:rsid w:val="001F6DC6"/>
    <w:rsid w:val="00273895"/>
    <w:rsid w:val="00273A41"/>
    <w:rsid w:val="003363FC"/>
    <w:rsid w:val="00374370"/>
    <w:rsid w:val="0038580E"/>
    <w:rsid w:val="003A3FFF"/>
    <w:rsid w:val="003E5FA8"/>
    <w:rsid w:val="00414012"/>
    <w:rsid w:val="00466DF9"/>
    <w:rsid w:val="00483413"/>
    <w:rsid w:val="004C6066"/>
    <w:rsid w:val="004D6A56"/>
    <w:rsid w:val="004E4FE3"/>
    <w:rsid w:val="00577886"/>
    <w:rsid w:val="005D7769"/>
    <w:rsid w:val="00695470"/>
    <w:rsid w:val="00712DF5"/>
    <w:rsid w:val="00854352"/>
    <w:rsid w:val="008766AA"/>
    <w:rsid w:val="008810F6"/>
    <w:rsid w:val="008F4EEA"/>
    <w:rsid w:val="00916931"/>
    <w:rsid w:val="00941FD6"/>
    <w:rsid w:val="00945589"/>
    <w:rsid w:val="00957291"/>
    <w:rsid w:val="009632AD"/>
    <w:rsid w:val="00975B75"/>
    <w:rsid w:val="00A0702D"/>
    <w:rsid w:val="00A40BBE"/>
    <w:rsid w:val="00A82892"/>
    <w:rsid w:val="00AC11CF"/>
    <w:rsid w:val="00AE30A9"/>
    <w:rsid w:val="00B25E51"/>
    <w:rsid w:val="00BC1168"/>
    <w:rsid w:val="00C07B6D"/>
    <w:rsid w:val="00C540E4"/>
    <w:rsid w:val="00C65D42"/>
    <w:rsid w:val="00CD6044"/>
    <w:rsid w:val="00DE6990"/>
    <w:rsid w:val="00E102C9"/>
    <w:rsid w:val="00E54846"/>
    <w:rsid w:val="00E55A91"/>
    <w:rsid w:val="00EA562E"/>
    <w:rsid w:val="00ED2EB0"/>
    <w:rsid w:val="00F54532"/>
    <w:rsid w:val="00F66F55"/>
    <w:rsid w:val="00FC5744"/>
    <w:rsid w:val="310EEF09"/>
    <w:rsid w:val="5EF8E81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113A7B"/>
  <w15:docId w15:val="{75BF4BBA-05E1-42EB-BB89-180233DFBED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03F9"/>
    <w:pPr>
      <w:spacing w:after="160" w:line="259" w:lineRule="auto"/>
    </w:pPr>
    <w:rPr>
      <w:rFonts w:ascii="Calibri" w:hAnsi="Calibri"/>
      <w:sz w:val="22"/>
    </w:rPr>
  </w:style>
  <w:style w:type="paragraph" w:styleId="Overskrift1">
    <w:name w:val="heading 1"/>
    <w:basedOn w:val="Normal"/>
    <w:next w:val="Normal"/>
    <w:qFormat/>
    <w:rsid w:val="000003F9"/>
    <w:pPr>
      <w:keepNext/>
      <w:keepLines/>
      <w:outlineLvl w:val="0"/>
    </w:pPr>
    <w:rPr>
      <w:b/>
      <w:sz w:val="28"/>
    </w:rPr>
  </w:style>
  <w:style w:type="paragraph" w:styleId="Overskrift2">
    <w:name w:val="heading 2"/>
    <w:basedOn w:val="Normal"/>
    <w:next w:val="Normal"/>
    <w:qFormat/>
    <w:rsid w:val="000003F9"/>
    <w:pPr>
      <w:outlineLvl w:val="1"/>
    </w:pPr>
    <w:rPr>
      <w:b/>
      <w:sz w:val="24"/>
    </w:rPr>
  </w:style>
  <w:style w:type="paragraph" w:styleId="Overskrift3">
    <w:name w:val="heading 3"/>
    <w:basedOn w:val="Normal"/>
    <w:next w:val="Normal"/>
    <w:qFormat/>
    <w:rsid w:val="00483413"/>
    <w:pPr>
      <w:spacing w:before="120"/>
      <w:outlineLvl w:val="2"/>
    </w:pPr>
    <w:rPr>
      <w:i/>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paragraph" w:styleId="Bunntekst">
    <w:name w:val="footer"/>
    <w:basedOn w:val="Normal"/>
    <w:pPr>
      <w:tabs>
        <w:tab w:val="center" w:pos="4252"/>
        <w:tab w:val="right" w:pos="8504"/>
      </w:tabs>
    </w:pPr>
    <w:rPr>
      <w:i/>
      <w:sz w:val="20"/>
    </w:rPr>
  </w:style>
  <w:style w:type="paragraph" w:styleId="Vanliginnrykk">
    <w:name w:val="Normal Indent"/>
    <w:basedOn w:val="Normal"/>
    <w:pPr>
      <w:ind w:left="708"/>
    </w:pPr>
  </w:style>
  <w:style w:type="paragraph" w:styleId="Referanser" w:customStyle="1">
    <w:name w:val="Referanser"/>
    <w:basedOn w:val="Normal"/>
    <w:rsid w:val="009632AD"/>
    <w:pPr>
      <w:tabs>
        <w:tab w:val="left" w:pos="3686"/>
        <w:tab w:val="left" w:pos="6804"/>
      </w:tabs>
    </w:pPr>
    <w:rPr>
      <w:sz w:val="16"/>
    </w:rPr>
  </w:style>
  <w:style w:type="paragraph" w:styleId="parafering" w:customStyle="1">
    <w:name w:val="parafering"/>
    <w:basedOn w:val="Normal"/>
    <w:next w:val="Normal"/>
    <w:pPr>
      <w:tabs>
        <w:tab w:val="left" w:pos="5670"/>
      </w:tabs>
      <w:ind w:left="5670"/>
    </w:pPr>
  </w:style>
  <w:style w:type="paragraph" w:styleId="Topptekst">
    <w:name w:val="header"/>
    <w:basedOn w:val="Normal"/>
    <w:link w:val="TopptekstTegn"/>
    <w:uiPriority w:val="99"/>
    <w:pPr>
      <w:tabs>
        <w:tab w:val="center" w:pos="4536"/>
        <w:tab w:val="right" w:pos="9072"/>
      </w:tabs>
    </w:pPr>
  </w:style>
  <w:style w:type="character" w:styleId="Hyperkobling">
    <w:name w:val="Hyperlink"/>
    <w:uiPriority w:val="99"/>
    <w:rPr>
      <w:color w:val="0000FF"/>
      <w:u w:val="single"/>
    </w:rPr>
  </w:style>
  <w:style w:type="paragraph" w:styleId="Bobletekst">
    <w:name w:val="Balloon Text"/>
    <w:basedOn w:val="Normal"/>
    <w:link w:val="BobletekstTegn"/>
    <w:uiPriority w:val="99"/>
    <w:semiHidden/>
    <w:unhideWhenUsed/>
    <w:rsid w:val="00957291"/>
    <w:rPr>
      <w:rFonts w:ascii="Tahoma" w:hAnsi="Tahoma" w:cs="Tahoma"/>
      <w:sz w:val="16"/>
      <w:szCs w:val="16"/>
    </w:rPr>
  </w:style>
  <w:style w:type="character" w:styleId="BobletekstTegn" w:customStyle="1">
    <w:name w:val="Bobletekst Tegn"/>
    <w:basedOn w:val="Standardskriftforavsnitt"/>
    <w:link w:val="Bobletekst"/>
    <w:uiPriority w:val="99"/>
    <w:semiHidden/>
    <w:rsid w:val="00957291"/>
    <w:rPr>
      <w:rFonts w:ascii="Tahoma" w:hAnsi="Tahoma" w:cs="Tahoma"/>
      <w:sz w:val="16"/>
      <w:szCs w:val="16"/>
    </w:rPr>
  </w:style>
  <w:style w:type="character" w:styleId="Plassholdertekst">
    <w:name w:val="Placeholder Text"/>
    <w:basedOn w:val="Standardskriftforavsnitt"/>
    <w:uiPriority w:val="99"/>
    <w:semiHidden/>
    <w:rsid w:val="00B25E51"/>
    <w:rPr>
      <w:color w:val="808080"/>
    </w:rPr>
  </w:style>
  <w:style w:type="paragraph" w:styleId="Ingenmellomrom">
    <w:name w:val="No Spacing"/>
    <w:uiPriority w:val="1"/>
    <w:qFormat/>
    <w:rsid w:val="000003F9"/>
    <w:rPr>
      <w:rFonts w:ascii="Calibri" w:hAnsi="Calibri"/>
      <w:sz w:val="22"/>
    </w:rPr>
  </w:style>
  <w:style w:type="table" w:styleId="Tabellrutenett">
    <w:name w:val="Table Grid"/>
    <w:basedOn w:val="Vanligtabell"/>
    <w:uiPriority w:val="59"/>
    <w:rsid w:val="000003F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opptekstTegn" w:customStyle="1">
    <w:name w:val="Topptekst Tegn"/>
    <w:basedOn w:val="Standardskriftforavsnitt"/>
    <w:link w:val="Topptekst"/>
    <w:uiPriority w:val="99"/>
    <w:rsid w:val="00466DF9"/>
    <w:rPr>
      <w:rFonts w:ascii="Calibri" w:hAnsi="Calibri"/>
      <w:sz w:val="22"/>
    </w:rPr>
  </w:style>
  <w:style w:type="paragraph" w:styleId="Alt1" w:customStyle="1">
    <w:name w:val="Alt1"/>
    <w:basedOn w:val="Listeavsnitt"/>
    <w:next w:val="Normal"/>
    <w:link w:val="Alt1Tegn"/>
    <w:autoRedefine/>
    <w:qFormat/>
    <w:rsid w:val="00466DF9"/>
    <w:pPr>
      <w:spacing w:after="200" w:line="240" w:lineRule="auto"/>
      <w:ind w:left="432" w:hanging="432"/>
    </w:pPr>
    <w:rPr>
      <w:rFonts w:asciiTheme="minorHAnsi" w:hAnsiTheme="minorHAnsi" w:eastAsiaTheme="minorEastAsia" w:cstheme="minorBidi"/>
      <w:b/>
      <w:sz w:val="24"/>
      <w:szCs w:val="24"/>
    </w:rPr>
  </w:style>
  <w:style w:type="paragraph" w:styleId="Alt2" w:customStyle="1">
    <w:name w:val="Alt2"/>
    <w:basedOn w:val="Listeavsnitt"/>
    <w:next w:val="Normal"/>
    <w:link w:val="Alt2Tegn"/>
    <w:autoRedefine/>
    <w:qFormat/>
    <w:rsid w:val="00466DF9"/>
    <w:pPr>
      <w:numPr>
        <w:ilvl w:val="1"/>
        <w:numId w:val="1"/>
      </w:numPr>
      <w:spacing w:after="200" w:line="240" w:lineRule="auto"/>
    </w:pPr>
    <w:rPr>
      <w:rFonts w:asciiTheme="minorHAnsi" w:hAnsiTheme="minorHAnsi" w:eastAsiaTheme="minorEastAsia" w:cstheme="minorBidi"/>
      <w:b/>
      <w:sz w:val="24"/>
      <w:szCs w:val="24"/>
    </w:rPr>
  </w:style>
  <w:style w:type="character" w:styleId="Alt1Tegn" w:customStyle="1">
    <w:name w:val="Alt1 Tegn"/>
    <w:basedOn w:val="Standardskriftforavsnitt"/>
    <w:link w:val="Alt1"/>
    <w:rsid w:val="00466DF9"/>
    <w:rPr>
      <w:rFonts w:asciiTheme="minorHAnsi" w:hAnsiTheme="minorHAnsi" w:eastAsiaTheme="minorEastAsia" w:cstheme="minorBidi"/>
      <w:b/>
      <w:sz w:val="24"/>
      <w:szCs w:val="24"/>
    </w:rPr>
  </w:style>
  <w:style w:type="paragraph" w:styleId="Alt3" w:customStyle="1">
    <w:name w:val="Alt3"/>
    <w:basedOn w:val="Listeavsnitt"/>
    <w:next w:val="Normal"/>
    <w:autoRedefine/>
    <w:qFormat/>
    <w:rsid w:val="00466DF9"/>
    <w:pPr>
      <w:numPr>
        <w:ilvl w:val="2"/>
        <w:numId w:val="1"/>
      </w:numPr>
      <w:spacing w:after="200" w:line="240" w:lineRule="auto"/>
    </w:pPr>
    <w:rPr>
      <w:rFonts w:asciiTheme="minorHAnsi" w:hAnsiTheme="minorHAnsi" w:eastAsiaTheme="minorEastAsia" w:cstheme="minorBidi"/>
      <w:i/>
      <w:sz w:val="24"/>
      <w:szCs w:val="24"/>
    </w:rPr>
  </w:style>
  <w:style w:type="character" w:styleId="Alt2Tegn" w:customStyle="1">
    <w:name w:val="Alt2 Tegn"/>
    <w:basedOn w:val="Standardskriftforavsnitt"/>
    <w:link w:val="Alt2"/>
    <w:rsid w:val="00466DF9"/>
    <w:rPr>
      <w:rFonts w:asciiTheme="minorHAnsi" w:hAnsiTheme="minorHAnsi" w:eastAsiaTheme="minorEastAsia" w:cstheme="minorBidi"/>
      <w:b/>
      <w:sz w:val="24"/>
      <w:szCs w:val="24"/>
    </w:rPr>
  </w:style>
  <w:style w:type="paragraph" w:styleId="Alt4" w:customStyle="1">
    <w:name w:val="Alt4"/>
    <w:basedOn w:val="Listeavsnitt"/>
    <w:next w:val="Normal"/>
    <w:autoRedefine/>
    <w:qFormat/>
    <w:rsid w:val="00466DF9"/>
    <w:pPr>
      <w:numPr>
        <w:ilvl w:val="3"/>
        <w:numId w:val="1"/>
      </w:numPr>
      <w:spacing w:after="200" w:line="240" w:lineRule="auto"/>
    </w:pPr>
    <w:rPr>
      <w:rFonts w:asciiTheme="minorHAnsi" w:hAnsiTheme="minorHAnsi" w:eastAsiaTheme="minorEastAsia" w:cstheme="minorBidi"/>
      <w:i/>
      <w:sz w:val="24"/>
      <w:szCs w:val="24"/>
    </w:rPr>
  </w:style>
  <w:style w:type="paragraph" w:styleId="Alt0" w:customStyle="1">
    <w:name w:val="Alt0"/>
    <w:basedOn w:val="Normal"/>
    <w:next w:val="Normal"/>
    <w:link w:val="Alt0Tegn"/>
    <w:autoRedefine/>
    <w:qFormat/>
    <w:rsid w:val="00466DF9"/>
    <w:pPr>
      <w:numPr>
        <w:ilvl w:val="1"/>
      </w:numPr>
      <w:spacing w:after="200" w:line="240" w:lineRule="auto"/>
    </w:pPr>
    <w:rPr>
      <w:rFonts w:asciiTheme="minorHAnsi" w:hAnsiTheme="minorHAnsi" w:eastAsiaTheme="majorEastAsia" w:cstheme="majorBidi"/>
      <w:b/>
      <w:color w:val="4F81BD" w:themeColor="accent1"/>
      <w:spacing w:val="15"/>
      <w:sz w:val="28"/>
      <w:szCs w:val="28"/>
    </w:rPr>
  </w:style>
  <w:style w:type="character" w:styleId="Alt0Tegn" w:customStyle="1">
    <w:name w:val="Alt0 Tegn"/>
    <w:basedOn w:val="Standardskriftforavsnitt"/>
    <w:link w:val="Alt0"/>
    <w:rsid w:val="00466DF9"/>
    <w:rPr>
      <w:rFonts w:asciiTheme="minorHAnsi" w:hAnsiTheme="minorHAnsi" w:eastAsiaTheme="majorEastAsia" w:cstheme="majorBidi"/>
      <w:b/>
      <w:color w:val="4F81BD" w:themeColor="accent1"/>
      <w:spacing w:val="15"/>
      <w:sz w:val="28"/>
      <w:szCs w:val="28"/>
    </w:rPr>
  </w:style>
  <w:style w:type="paragraph" w:styleId="Fotnotetekst">
    <w:name w:val="footnote text"/>
    <w:basedOn w:val="Normal"/>
    <w:link w:val="FotnotetekstTegn"/>
    <w:uiPriority w:val="99"/>
    <w:semiHidden/>
    <w:unhideWhenUsed/>
    <w:rsid w:val="00466DF9"/>
    <w:pPr>
      <w:spacing w:after="0" w:line="240" w:lineRule="auto"/>
    </w:pPr>
    <w:rPr>
      <w:rFonts w:asciiTheme="minorHAnsi" w:hAnsiTheme="minorHAnsi" w:eastAsiaTheme="minorEastAsia" w:cstheme="minorBidi"/>
      <w:sz w:val="20"/>
    </w:rPr>
  </w:style>
  <w:style w:type="character" w:styleId="FotnotetekstTegn" w:customStyle="1">
    <w:name w:val="Fotnotetekst Tegn"/>
    <w:basedOn w:val="Standardskriftforavsnitt"/>
    <w:link w:val="Fotnotetekst"/>
    <w:uiPriority w:val="99"/>
    <w:semiHidden/>
    <w:rsid w:val="00466DF9"/>
    <w:rPr>
      <w:rFonts w:asciiTheme="minorHAnsi" w:hAnsiTheme="minorHAnsi" w:eastAsiaTheme="minorEastAsia" w:cstheme="minorBidi"/>
    </w:rPr>
  </w:style>
  <w:style w:type="character" w:styleId="Fotnotereferanse">
    <w:name w:val="footnote reference"/>
    <w:basedOn w:val="Standardskriftforavsnitt"/>
    <w:uiPriority w:val="99"/>
    <w:semiHidden/>
    <w:unhideWhenUsed/>
    <w:rsid w:val="00466DF9"/>
    <w:rPr>
      <w:vertAlign w:val="superscript"/>
    </w:rPr>
  </w:style>
  <w:style w:type="paragraph" w:styleId="Listeavsnitt">
    <w:name w:val="List Paragraph"/>
    <w:basedOn w:val="Normal"/>
    <w:uiPriority w:val="34"/>
    <w:qFormat/>
    <w:rsid w:val="00466D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ec.europa.eu/growth/smes/business-friendly-environment/sme-definition/index_en.htm"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hyperlink" Target="http://eur-lex.europa.eu/legal-content/EN/TXT/?qid=1404295693570&amp;uri=CELEX:32014R0651"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w\AppData\Roaming\Microsoft\Templates\Brev%20og%20notat\Brev%20-%20Bokm&#229;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ACC28-D957-4CC2-A55D-30F85D1A5C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E94DF5-7E14-41C9-880A-97EFB41726C5}">
  <ds:schemaRefs>
    <ds:schemaRef ds:uri="http://schemas.microsoft.com/sharepoint/v3/contenttype/forms"/>
  </ds:schemaRefs>
</ds:datastoreItem>
</file>

<file path=customXml/itemProps3.xml><?xml version="1.0" encoding="utf-8"?>
<ds:datastoreItem xmlns:ds="http://schemas.openxmlformats.org/officeDocument/2006/customXml" ds:itemID="{A9A73E50-566E-4C7B-BEAB-C03469FB64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Brev - Bokmål.dotx</ap:Template>
  <ap:Application>Microsoft Office Word</ap:Application>
  <ap:DocSecurity>0</ap:DocSecurity>
  <ap:ScaleCrop>false</ap:ScaleCrop>
  <ap:Company>Norges forskningsråd</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Knut Dirk van der Wel</dc:creator>
  <cp:lastModifiedBy>Cecilie Henriksen</cp:lastModifiedBy>
  <cp:revision>5</cp:revision>
  <cp:lastPrinted>2016-06-24T07:28:00Z</cp:lastPrinted>
  <dcterms:created xsi:type="dcterms:W3CDTF">2020-04-01T10:51:00Z</dcterms:created>
  <dcterms:modified xsi:type="dcterms:W3CDTF">2020-04-29T14:14:38Z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ies>
</file>