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>Formatet skal være A4 med 2 cm marger, enkel linjeavstandand, Arial, Calibri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>Når du fyller ut CVen,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*Etternavn, fornavn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*Fødselsdato</w:t>
            </w:r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dd.mm.år</w:t>
            </w:r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*Kjønn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*Nasjonalitet</w:t>
            </w:r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Navn på institusjon,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År</w:t>
            </w:r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t>Nåværende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r w:rsidR="007E77D7" w:rsidRPr="00733AB8">
        <w:rPr>
          <w:rFonts w:ascii="Arial" w:hAnsi="Arial" w:cs="Arial"/>
          <w:b/>
          <w:lang w:val="en-GB"/>
        </w:rPr>
        <w:t>Tidligere stillinger</w:t>
      </w:r>
      <w:r w:rsidRPr="00733AB8">
        <w:rPr>
          <w:rFonts w:ascii="Arial" w:hAnsi="Arial" w:cs="Arial"/>
          <w:lang w:val="en-GB"/>
        </w:rPr>
        <w:t xml:space="preserve"> (list</w:t>
      </w:r>
      <w:r w:rsidR="007E77D7" w:rsidRPr="00733AB8">
        <w:rPr>
          <w:rFonts w:ascii="Arial" w:hAnsi="Arial" w:cs="Arial"/>
          <w:lang w:val="en-GB"/>
        </w:rPr>
        <w:t>e</w:t>
      </w:r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arbeidsgiver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(hvis</w:t>
      </w:r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Fra-til</w:t>
            </w:r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>le og opgaver</w:t>
            </w:r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 xml:space="preserve">Fra-til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1E2C" w14:textId="77777777" w:rsidR="00350AF5" w:rsidRDefault="00350AF5" w:rsidP="000D14F6">
      <w:pPr>
        <w:spacing w:after="0" w:line="240" w:lineRule="auto"/>
      </w:pPr>
      <w:r>
        <w:separator/>
      </w:r>
    </w:p>
  </w:endnote>
  <w:endnote w:type="continuationSeparator" w:id="0">
    <w:p w14:paraId="70EAD349" w14:textId="77777777" w:rsidR="00350AF5" w:rsidRDefault="00350AF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B1C3C" w14:textId="4FFA0568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19726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19726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4F3180" w14:textId="77777777" w:rsidR="00350AF5" w:rsidRDefault="00350AF5" w:rsidP="000D14F6">
      <w:pPr>
        <w:spacing w:after="0" w:line="240" w:lineRule="auto"/>
      </w:pPr>
      <w:r>
        <w:separator/>
      </w:r>
    </w:p>
  </w:footnote>
  <w:footnote w:type="continuationSeparator" w:id="0">
    <w:p w14:paraId="0411A3CC" w14:textId="77777777" w:rsidR="00350AF5" w:rsidRDefault="00350AF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197268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14E45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nresolvedMention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7B4767E520DB4C82B8EFA15DE75AA4" ma:contentTypeVersion="13" ma:contentTypeDescription="Opprett et nytt dokument." ma:contentTypeScope="" ma:versionID="36d11ba47f6f4ff70d82e12d9e543ff3">
  <xsd:schema xmlns:xsd="http://www.w3.org/2001/XMLSchema" xmlns:xs="http://www.w3.org/2001/XMLSchema" xmlns:p="http://schemas.microsoft.com/office/2006/metadata/properties" xmlns:ns3="2fe59df8-feee-4ce6-b492-ee16b55d4651" xmlns:ns4="d232b785-e5c5-458a-8c79-1ece18c0a358" targetNamespace="http://schemas.microsoft.com/office/2006/metadata/properties" ma:root="true" ma:fieldsID="eb36a86eb916262ee5edb5f6908c1b5d" ns3:_="" ns4:_="">
    <xsd:import namespace="2fe59df8-feee-4ce6-b492-ee16b55d4651"/>
    <xsd:import namespace="d232b785-e5c5-458a-8c79-1ece18c0a3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59df8-feee-4ce6-b492-ee16b55d46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2b785-e5c5-458a-8c79-1ece18c0a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for deling av tip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8F10F-6ABA-4C36-B7ED-293CCA2852F5}">
  <ds:schemaRefs>
    <ds:schemaRef ds:uri="http://schemas.microsoft.com/office/infopath/2007/PartnerControls"/>
    <ds:schemaRef ds:uri="http://purl.org/dc/elements/1.1/"/>
    <ds:schemaRef ds:uri="http://purl.org/dc/terms/"/>
    <ds:schemaRef ds:uri="2fe59df8-feee-4ce6-b492-ee16b55d4651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d232b785-e5c5-458a-8c79-1ece18c0a358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BF8506-AEEF-4DC2-865F-85B5401852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59df8-feee-4ce6-b492-ee16b55d4651"/>
    <ds:schemaRef ds:uri="d232b785-e5c5-458a-8c79-1ece18c0a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9B417CB-47C1-40DC-883D-40C20038F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Øyvind Herse</cp:lastModifiedBy>
  <cp:revision>2</cp:revision>
  <cp:lastPrinted>2019-06-12T12:57:00Z</cp:lastPrinted>
  <dcterms:created xsi:type="dcterms:W3CDTF">2022-01-17T13:09:00Z</dcterms:created>
  <dcterms:modified xsi:type="dcterms:W3CDTF">2022-01-17T13:09:00Z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0x010100327B4767E520DB4C82B8EFA15DE75AA4</vt:lpwstr>
  </property>
</Properties>
</file>