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3DAE2" w14:textId="77777777" w:rsidR="00E6143E" w:rsidRDefault="00E6143E" w:rsidP="000D14F6">
      <w:pPr>
        <w:spacing w:after="0" w:line="240" w:lineRule="auto"/>
      </w:pPr>
      <w:r>
        <w:separator/>
      </w:r>
    </w:p>
  </w:endnote>
  <w:endnote w:type="continuationSeparator" w:id="0">
    <w:p w14:paraId="17E99C8F" w14:textId="77777777" w:rsidR="00E6143E" w:rsidRDefault="00E6143E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C165A" w14:textId="77777777" w:rsidR="00E6143E" w:rsidRDefault="00E6143E" w:rsidP="000D14F6">
      <w:pPr>
        <w:spacing w:after="0" w:line="240" w:lineRule="auto"/>
      </w:pPr>
      <w:r>
        <w:separator/>
      </w:r>
    </w:p>
  </w:footnote>
  <w:footnote w:type="continuationSeparator" w:id="0">
    <w:p w14:paraId="6F7A7D0D" w14:textId="77777777" w:rsidR="00E6143E" w:rsidRDefault="00E6143E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lo Word med logo" ma:contentTypeID="0x01010016F48F0717DDBC43A26F9C4EC94D925E00EE5AA424919C4546B8AE468F8D3B098C" ma:contentTypeVersion="6" ma:contentTypeDescription="" ma:contentTypeScope="" ma:versionID="899e6c76a30e91adb295de3fb7cc5d88">
  <xsd:schema xmlns:xsd="http://www.w3.org/2001/XMLSchema" xmlns:xs="http://www.w3.org/2001/XMLSchema" xmlns:p="http://schemas.microsoft.com/office/2006/metadata/properties" xmlns:ns2="7ed84371-acf6-4102-828c-2caf905b4736" targetNamespace="http://schemas.microsoft.com/office/2006/metadata/properties" ma:root="true" ma:fieldsID="8b50151847a58b1105b64d5d074c2350" ns2:_="">
    <xsd:import namespace="7ed84371-acf6-4102-828c-2caf905b4736"/>
    <xsd:element name="properties">
      <xsd:complexType>
        <xsd:sequence>
          <xsd:element name="documentManagement">
            <xsd:complexType>
              <xsd:all>
                <xsd:element ref="ns2:OK_Felles_Arkivverdi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84371-acf6-4102-828c-2caf905b4736" elementFormDefault="qualified">
    <xsd:import namespace="http://schemas.microsoft.com/office/2006/documentManagement/types"/>
    <xsd:import namespace="http://schemas.microsoft.com/office/infopath/2007/PartnerControls"/>
    <xsd:element name="OK_Felles_Arkivverdig" ma:index="8" nillable="true" ma:displayName="Arkivverdig" ma:description="Skal dokumentet bli arkivert i virksomhetens arkivssytem?" ma:format="Dropdown" ma:internalName="OK_Felles_Arkivverdig" ma:readOnly="false">
      <xsd:simpleType>
        <xsd:restriction base="dms:Choice">
          <xsd:enumeration value="Ja"/>
          <xsd:enumeration value="Nei"/>
          <xsd:enumeration value="Arkiver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K_Felles_Arkivverdig xmlns="7ed84371-acf6-4102-828c-2caf905b473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c528fd71-ad7b-48f8-811b-c0b5643803ab" ContentTypeId="0x01010016F48F0717DDBC43A26F9C4EC94D925E" PreviousValue="false" LastSyncTimeStamp="2021-04-13T11:08:19.683Z"/>
</file>

<file path=customXml/itemProps1.xml><?xml version="1.0" encoding="utf-8"?>
<ds:datastoreItem xmlns:ds="http://schemas.openxmlformats.org/officeDocument/2006/customXml" ds:itemID="{5FFD3E92-B163-454E-982B-9EEED15A35C4}"/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F82E400-D452-40E9-8CF9-E1A558FEEE34}"/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Kristen Ulstein</dc:creator>
  <cp:lastModifiedBy>Therese Farstad</cp:lastModifiedBy>
  <cp:revision>3</cp:revision>
  <cp:lastPrinted>2019-06-12T12:57:00Z</cp:lastPrinted>
  <dcterms:created xsi:type="dcterms:W3CDTF">2019-08-30T07:16:00Z</dcterms:created>
  <dcterms:modified xsi:type="dcterms:W3CDTF">2021-02-01T11:37:00Z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0x01010016F48F0717DDBC43A26F9C4EC94D925E00EE5AA424919C4546B8AE468F8D3B098C</vt:lpwstr>
  </property>
  <property fmtid="{D5CDD505-2E9C-101B-9397-08002B2CF9AE}" pid="3" name="Order">
    <vt:r8>100</vt:r8>
  </property>
  <property fmtid="{D5CDD505-2E9C-101B-9397-08002B2CF9AE}" pid="4" name="OK_Felles_Arkivverdig">
    <vt:lpwstr/>
  </property>
  <property fmtid="{D5CDD505-2E9C-101B-9397-08002B2CF9AE}" pid="5" name="_ExtendedDescription">
    <vt:lpwstr/>
  </property>
  <property fmtid="{D5CDD505-2E9C-101B-9397-08002B2CF9AE}" pid="10" name="Levertsluttrapport?">
    <vt:bool>false</vt:bool>
  </property>
  <property fmtid="{D5CDD505-2E9C-101B-9397-08002B2CF9AE}" pid="14" name="Fakturert">
    <vt:bool>false</vt:bool>
  </property>
</Properties>
</file>